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6FEB6FBC" w:rsidR="00EB4ECA" w:rsidRDefault="006012CE" w:rsidP="00EB4ECA">
      <w:pPr>
        <w:pStyle w:val="Titul2"/>
      </w:pPr>
      <w:r>
        <w:t xml:space="preserve">Zhotovení Projektové dokumentace a </w:t>
      </w:r>
      <w:r w:rsidR="00EB4ECA" w:rsidRPr="006C2343">
        <w:t>Zhotovení stavby</w:t>
      </w:r>
      <w:r w:rsidR="00EB4ECA">
        <w:t xml:space="preserve"> - podlimitní</w:t>
      </w:r>
    </w:p>
    <w:p w14:paraId="17CC9580" w14:textId="77777777" w:rsidR="0035531B" w:rsidRDefault="0035531B" w:rsidP="00EB46E5">
      <w:pPr>
        <w:pStyle w:val="Titul2"/>
      </w:pPr>
    </w:p>
    <w:p w14:paraId="1E8FFEA2" w14:textId="6DF5477C" w:rsidR="0035531B" w:rsidRDefault="001642A4" w:rsidP="00EB46E5">
      <w:pPr>
        <w:pStyle w:val="Titul2"/>
      </w:pPr>
      <w:r w:rsidRPr="000127E9">
        <w:t>„</w:t>
      </w:r>
      <w:bookmarkStart w:id="0" w:name="_Hlk130222531"/>
      <w:r w:rsidR="000476D5" w:rsidRPr="000476D5">
        <w:t>Rekonstrukce systému DDTS ŽDC v obvodu OŘ Plzeň, Ústí nad Labem, Hradec Králové</w:t>
      </w:r>
      <w:bookmarkEnd w:id="0"/>
      <w:r w:rsidR="0035531B" w:rsidRPr="000127E9">
        <w:t>“</w:t>
      </w:r>
    </w:p>
    <w:p w14:paraId="152849FF" w14:textId="77777777" w:rsidR="00AD0C7B" w:rsidRPr="006C2343" w:rsidRDefault="00AD0C7B" w:rsidP="00EB46E5">
      <w:pPr>
        <w:pStyle w:val="Titul2"/>
      </w:pPr>
    </w:p>
    <w:p w14:paraId="45AB7781" w14:textId="75706566" w:rsidR="00F46EA7" w:rsidRDefault="00F46EA7" w:rsidP="00F46EA7">
      <w:pPr>
        <w:pStyle w:val="Text1-1"/>
        <w:numPr>
          <w:ilvl w:val="0"/>
          <w:numId w:val="0"/>
        </w:numPr>
        <w:tabs>
          <w:tab w:val="left" w:pos="708"/>
        </w:tabs>
        <w:ind w:left="737" w:hanging="737"/>
      </w:pPr>
      <w:r>
        <w:t xml:space="preserve">Č.j. </w:t>
      </w:r>
      <w:r w:rsidR="00AC529E">
        <w:t>5385</w:t>
      </w:r>
      <w:r w:rsidR="00107BDE" w:rsidRPr="00107BDE">
        <w:t>/2023-SŽ-SSZ-OVZ</w:t>
      </w:r>
    </w:p>
    <w:p w14:paraId="5E146EB9" w14:textId="7E8BEEEC" w:rsidR="00826B7B" w:rsidRDefault="00826B7B" w:rsidP="006C2343">
      <w:pPr>
        <w:pStyle w:val="Titul2"/>
      </w:pPr>
    </w:p>
    <w:p w14:paraId="5959E2EC" w14:textId="78BC146C" w:rsidR="00E91F1D" w:rsidRDefault="00E91F1D" w:rsidP="006C2343">
      <w:pPr>
        <w:pStyle w:val="Titul2"/>
      </w:pPr>
    </w:p>
    <w:p w14:paraId="62686BA4" w14:textId="7AA4479E" w:rsidR="00E91F1D" w:rsidRDefault="00E91F1D" w:rsidP="006C2343">
      <w:pPr>
        <w:pStyle w:val="Titul2"/>
      </w:pPr>
    </w:p>
    <w:p w14:paraId="0B5C8498" w14:textId="004F0FA1" w:rsidR="00E91F1D" w:rsidRDefault="00E91F1D" w:rsidP="006C2343">
      <w:pPr>
        <w:pStyle w:val="Titul2"/>
      </w:pPr>
    </w:p>
    <w:p w14:paraId="03CAC623" w14:textId="0F0073EE" w:rsidR="001E1A3D" w:rsidRPr="009432BF" w:rsidRDefault="001E1A3D" w:rsidP="001F0B6F">
      <w:pPr>
        <w:spacing w:after="0" w:line="240" w:lineRule="auto"/>
        <w:rPr>
          <w:i/>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4C2F66F7" w14:textId="518DE427" w:rsidR="009432BF" w:rsidRDefault="009432BF" w:rsidP="00D1751A">
      <w:pPr>
        <w:tabs>
          <w:tab w:val="center" w:pos="4536"/>
          <w:tab w:val="right" w:pos="9072"/>
        </w:tabs>
        <w:spacing w:after="0" w:line="240" w:lineRule="auto"/>
      </w:pPr>
    </w:p>
    <w:p w14:paraId="4B767E84" w14:textId="1BE05955" w:rsidR="009432BF" w:rsidRDefault="009432BF" w:rsidP="00D1751A">
      <w:pPr>
        <w:tabs>
          <w:tab w:val="center" w:pos="4536"/>
          <w:tab w:val="right" w:pos="9072"/>
        </w:tabs>
        <w:spacing w:after="0" w:line="240" w:lineRule="auto"/>
      </w:pPr>
    </w:p>
    <w:p w14:paraId="08CFE162" w14:textId="2A06155D" w:rsidR="009432BF" w:rsidRDefault="009432BF" w:rsidP="00D1751A">
      <w:pPr>
        <w:tabs>
          <w:tab w:val="center" w:pos="4536"/>
          <w:tab w:val="right" w:pos="9072"/>
        </w:tabs>
        <w:spacing w:after="0" w:line="240" w:lineRule="auto"/>
      </w:pPr>
    </w:p>
    <w:p w14:paraId="466E636E" w14:textId="13E95A37" w:rsidR="009432BF" w:rsidRDefault="009432BF" w:rsidP="00D1751A">
      <w:pPr>
        <w:tabs>
          <w:tab w:val="center" w:pos="4536"/>
          <w:tab w:val="right" w:pos="9072"/>
        </w:tabs>
        <w:spacing w:after="0" w:line="240" w:lineRule="auto"/>
      </w:pPr>
    </w:p>
    <w:p w14:paraId="7A36AEFE" w14:textId="1EE43D43" w:rsidR="009432BF" w:rsidRDefault="009432BF" w:rsidP="00D1751A">
      <w:pPr>
        <w:tabs>
          <w:tab w:val="center" w:pos="4536"/>
          <w:tab w:val="right" w:pos="9072"/>
        </w:tabs>
        <w:spacing w:after="0" w:line="240" w:lineRule="auto"/>
      </w:pPr>
    </w:p>
    <w:p w14:paraId="350EF7E6" w14:textId="1A49141D" w:rsidR="009432BF" w:rsidRDefault="009432BF" w:rsidP="00D1751A">
      <w:pPr>
        <w:tabs>
          <w:tab w:val="center" w:pos="4536"/>
          <w:tab w:val="right" w:pos="9072"/>
        </w:tabs>
        <w:spacing w:after="0" w:line="240" w:lineRule="auto"/>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6B9B091D"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2863D2">
          <w:rPr>
            <w:noProof/>
            <w:webHidden/>
          </w:rPr>
          <w:t>3</w:t>
        </w:r>
        <w:r w:rsidR="00AF151D">
          <w:rPr>
            <w:noProof/>
            <w:webHidden/>
          </w:rPr>
          <w:fldChar w:fldCharType="end"/>
        </w:r>
      </w:hyperlink>
    </w:p>
    <w:p w14:paraId="27235CD7" w14:textId="747EE9F0" w:rsidR="00AF151D" w:rsidRDefault="00000000">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2863D2">
          <w:rPr>
            <w:noProof/>
            <w:webHidden/>
          </w:rPr>
          <w:t>3</w:t>
        </w:r>
        <w:r w:rsidR="00AF151D">
          <w:rPr>
            <w:noProof/>
            <w:webHidden/>
          </w:rPr>
          <w:fldChar w:fldCharType="end"/>
        </w:r>
      </w:hyperlink>
    </w:p>
    <w:p w14:paraId="12AD6944" w14:textId="3E1D3DF9" w:rsidR="00AF151D" w:rsidRDefault="00000000">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2863D2">
          <w:rPr>
            <w:noProof/>
            <w:webHidden/>
          </w:rPr>
          <w:t>4</w:t>
        </w:r>
        <w:r w:rsidR="00AF151D">
          <w:rPr>
            <w:noProof/>
            <w:webHidden/>
          </w:rPr>
          <w:fldChar w:fldCharType="end"/>
        </w:r>
      </w:hyperlink>
    </w:p>
    <w:p w14:paraId="21AC2248" w14:textId="4D29752B" w:rsidR="00AF151D" w:rsidRDefault="00000000">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2863D2">
          <w:rPr>
            <w:noProof/>
            <w:webHidden/>
          </w:rPr>
          <w:t>4</w:t>
        </w:r>
        <w:r w:rsidR="00AF151D">
          <w:rPr>
            <w:noProof/>
            <w:webHidden/>
          </w:rPr>
          <w:fldChar w:fldCharType="end"/>
        </w:r>
      </w:hyperlink>
    </w:p>
    <w:p w14:paraId="63ABF00F" w14:textId="4AA68E3D" w:rsidR="00AF151D" w:rsidRDefault="00000000">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2863D2">
          <w:rPr>
            <w:noProof/>
            <w:webHidden/>
          </w:rPr>
          <w:t>5</w:t>
        </w:r>
        <w:r w:rsidR="00AF151D">
          <w:rPr>
            <w:noProof/>
            <w:webHidden/>
          </w:rPr>
          <w:fldChar w:fldCharType="end"/>
        </w:r>
      </w:hyperlink>
    </w:p>
    <w:p w14:paraId="5625495D" w14:textId="3D593EA7" w:rsidR="00AF151D" w:rsidRDefault="00000000">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2863D2">
          <w:rPr>
            <w:noProof/>
            <w:webHidden/>
          </w:rPr>
          <w:t>5</w:t>
        </w:r>
        <w:r w:rsidR="00AF151D">
          <w:rPr>
            <w:noProof/>
            <w:webHidden/>
          </w:rPr>
          <w:fldChar w:fldCharType="end"/>
        </w:r>
      </w:hyperlink>
    </w:p>
    <w:p w14:paraId="6F7C4D6C" w14:textId="6636E3B1" w:rsidR="00AF151D" w:rsidRDefault="00000000">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2863D2">
          <w:rPr>
            <w:noProof/>
            <w:webHidden/>
          </w:rPr>
          <w:t>5</w:t>
        </w:r>
        <w:r w:rsidR="00AF151D">
          <w:rPr>
            <w:noProof/>
            <w:webHidden/>
          </w:rPr>
          <w:fldChar w:fldCharType="end"/>
        </w:r>
      </w:hyperlink>
    </w:p>
    <w:p w14:paraId="0EB323DF" w14:textId="75FE7E59" w:rsidR="00AF151D" w:rsidRDefault="00000000">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2863D2">
          <w:rPr>
            <w:noProof/>
            <w:webHidden/>
          </w:rPr>
          <w:t>6</w:t>
        </w:r>
        <w:r w:rsidR="00AF151D">
          <w:rPr>
            <w:noProof/>
            <w:webHidden/>
          </w:rPr>
          <w:fldChar w:fldCharType="end"/>
        </w:r>
      </w:hyperlink>
    </w:p>
    <w:p w14:paraId="0973CA67" w14:textId="65958DCB" w:rsidR="00AF151D" w:rsidRDefault="00000000">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2863D2">
          <w:rPr>
            <w:noProof/>
            <w:webHidden/>
          </w:rPr>
          <w:t>17</w:t>
        </w:r>
        <w:r w:rsidR="00AF151D">
          <w:rPr>
            <w:noProof/>
            <w:webHidden/>
          </w:rPr>
          <w:fldChar w:fldCharType="end"/>
        </w:r>
      </w:hyperlink>
    </w:p>
    <w:p w14:paraId="3A288139" w14:textId="44E02F31" w:rsidR="00AF151D" w:rsidRDefault="00000000">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2863D2">
          <w:rPr>
            <w:noProof/>
            <w:webHidden/>
          </w:rPr>
          <w:t>19</w:t>
        </w:r>
        <w:r w:rsidR="00AF151D">
          <w:rPr>
            <w:noProof/>
            <w:webHidden/>
          </w:rPr>
          <w:fldChar w:fldCharType="end"/>
        </w:r>
      </w:hyperlink>
    </w:p>
    <w:p w14:paraId="3EF23D33" w14:textId="15B31932" w:rsidR="00AF151D" w:rsidRDefault="00000000">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2863D2">
          <w:rPr>
            <w:noProof/>
            <w:webHidden/>
          </w:rPr>
          <w:t>19</w:t>
        </w:r>
        <w:r w:rsidR="00AF151D">
          <w:rPr>
            <w:noProof/>
            <w:webHidden/>
          </w:rPr>
          <w:fldChar w:fldCharType="end"/>
        </w:r>
      </w:hyperlink>
    </w:p>
    <w:p w14:paraId="6E22B108" w14:textId="5DD450B8" w:rsidR="00AF151D" w:rsidRDefault="00000000">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2863D2">
          <w:rPr>
            <w:noProof/>
            <w:webHidden/>
          </w:rPr>
          <w:t>20</w:t>
        </w:r>
        <w:r w:rsidR="00AF151D">
          <w:rPr>
            <w:noProof/>
            <w:webHidden/>
          </w:rPr>
          <w:fldChar w:fldCharType="end"/>
        </w:r>
      </w:hyperlink>
    </w:p>
    <w:p w14:paraId="43EE6223" w14:textId="156462F2" w:rsidR="00AF151D" w:rsidRDefault="00000000">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2863D2">
          <w:rPr>
            <w:noProof/>
            <w:webHidden/>
          </w:rPr>
          <w:t>22</w:t>
        </w:r>
        <w:r w:rsidR="00AF151D">
          <w:rPr>
            <w:noProof/>
            <w:webHidden/>
          </w:rPr>
          <w:fldChar w:fldCharType="end"/>
        </w:r>
      </w:hyperlink>
    </w:p>
    <w:p w14:paraId="2B37B7A7" w14:textId="476F92DA" w:rsidR="00AF151D" w:rsidRDefault="00000000">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2863D2">
          <w:rPr>
            <w:noProof/>
            <w:webHidden/>
          </w:rPr>
          <w:t>22</w:t>
        </w:r>
        <w:r w:rsidR="00AF151D">
          <w:rPr>
            <w:noProof/>
            <w:webHidden/>
          </w:rPr>
          <w:fldChar w:fldCharType="end"/>
        </w:r>
      </w:hyperlink>
    </w:p>
    <w:p w14:paraId="138D3A77" w14:textId="20FDEF54" w:rsidR="00AF151D" w:rsidRDefault="00000000">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2863D2">
          <w:rPr>
            <w:noProof/>
            <w:webHidden/>
          </w:rPr>
          <w:t>23</w:t>
        </w:r>
        <w:r w:rsidR="00AF151D">
          <w:rPr>
            <w:noProof/>
            <w:webHidden/>
          </w:rPr>
          <w:fldChar w:fldCharType="end"/>
        </w:r>
      </w:hyperlink>
    </w:p>
    <w:p w14:paraId="2C08B4EF" w14:textId="6AEE75B0" w:rsidR="00AF151D" w:rsidRDefault="00000000">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2863D2">
          <w:rPr>
            <w:noProof/>
            <w:webHidden/>
          </w:rPr>
          <w:t>23</w:t>
        </w:r>
        <w:r w:rsidR="00AF151D">
          <w:rPr>
            <w:noProof/>
            <w:webHidden/>
          </w:rPr>
          <w:fldChar w:fldCharType="end"/>
        </w:r>
      </w:hyperlink>
    </w:p>
    <w:p w14:paraId="6511F629" w14:textId="18F984C4" w:rsidR="00AF151D" w:rsidRDefault="00000000">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2863D2">
          <w:rPr>
            <w:noProof/>
            <w:webHidden/>
          </w:rPr>
          <w:t>24</w:t>
        </w:r>
        <w:r w:rsidR="00AF151D">
          <w:rPr>
            <w:noProof/>
            <w:webHidden/>
          </w:rPr>
          <w:fldChar w:fldCharType="end"/>
        </w:r>
      </w:hyperlink>
    </w:p>
    <w:p w14:paraId="7D1D6BB7" w14:textId="0A800475" w:rsidR="00AF151D" w:rsidRDefault="00000000">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2863D2">
          <w:rPr>
            <w:noProof/>
            <w:webHidden/>
          </w:rPr>
          <w:t>24</w:t>
        </w:r>
        <w:r w:rsidR="00AF151D">
          <w:rPr>
            <w:noProof/>
            <w:webHidden/>
          </w:rPr>
          <w:fldChar w:fldCharType="end"/>
        </w:r>
      </w:hyperlink>
    </w:p>
    <w:p w14:paraId="6CBA501A" w14:textId="31D6C5CB" w:rsidR="00AF151D" w:rsidRDefault="00000000">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2863D2">
          <w:rPr>
            <w:noProof/>
            <w:webHidden/>
          </w:rPr>
          <w:t>25</w:t>
        </w:r>
        <w:r w:rsidR="00AF151D">
          <w:rPr>
            <w:noProof/>
            <w:webHidden/>
          </w:rPr>
          <w:fldChar w:fldCharType="end"/>
        </w:r>
      </w:hyperlink>
    </w:p>
    <w:p w14:paraId="429FE2C4" w14:textId="10539F60" w:rsidR="00AF151D" w:rsidRDefault="00000000">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2863D2">
          <w:rPr>
            <w:noProof/>
            <w:webHidden/>
          </w:rPr>
          <w:t>27</w:t>
        </w:r>
        <w:r w:rsidR="00AF151D">
          <w:rPr>
            <w:noProof/>
            <w:webHidden/>
          </w:rPr>
          <w:fldChar w:fldCharType="end"/>
        </w:r>
      </w:hyperlink>
    </w:p>
    <w:p w14:paraId="0ACB53A5" w14:textId="2BBB3B47" w:rsidR="00AF151D" w:rsidRDefault="00000000">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2863D2">
          <w:rPr>
            <w:noProof/>
            <w:webHidden/>
          </w:rPr>
          <w:t>27</w:t>
        </w:r>
        <w:r w:rsidR="00AF151D">
          <w:rPr>
            <w:noProof/>
            <w:webHidden/>
          </w:rPr>
          <w:fldChar w:fldCharType="end"/>
        </w:r>
      </w:hyperlink>
    </w:p>
    <w:p w14:paraId="35549DA2" w14:textId="02FFE938" w:rsidR="00AF151D" w:rsidRDefault="00000000">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2863D2">
          <w:rPr>
            <w:noProof/>
            <w:webHidden/>
          </w:rPr>
          <w:t>27</w:t>
        </w:r>
        <w:r w:rsidR="00AF151D">
          <w:rPr>
            <w:noProof/>
            <w:webHidden/>
          </w:rPr>
          <w:fldChar w:fldCharType="end"/>
        </w:r>
      </w:hyperlink>
    </w:p>
    <w:p w14:paraId="0A302EA4" w14:textId="35354A53" w:rsidR="00AF151D" w:rsidRDefault="00000000">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2863D2">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119BB">
      <w:pPr>
        <w:pStyle w:val="Nadpis1-1"/>
        <w:spacing w:before="120"/>
      </w:pPr>
      <w:bookmarkStart w:id="1" w:name="_Toc11120098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1EDA180D"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C059EE">
        <w:rPr>
          <w:b/>
        </w:rPr>
        <w:t xml:space="preserve"> zadávána</w:t>
      </w:r>
      <w:r w:rsidR="00B13C5A" w:rsidRPr="004025D4">
        <w:rPr>
          <w:b/>
        </w:rPr>
        <w:t xml:space="preserve">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119BB">
      <w:pPr>
        <w:pStyle w:val="Nadpis1-1"/>
        <w:spacing w:before="120"/>
      </w:pPr>
      <w:bookmarkStart w:id="6" w:name="_Toc11120098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0713069" w:rsidR="0035531B" w:rsidRDefault="0035531B" w:rsidP="00E1253A">
      <w:pPr>
        <w:pStyle w:val="Textbezslovn"/>
        <w:spacing w:after="0"/>
        <w:ind w:left="2127" w:hanging="1390"/>
      </w:pPr>
      <w:r>
        <w:t xml:space="preserve">zastoupená: </w:t>
      </w:r>
      <w:r>
        <w:tab/>
      </w:r>
      <w:r w:rsidR="00E1253A">
        <w:t xml:space="preserve">Ing. Petrem </w:t>
      </w:r>
      <w:proofErr w:type="spellStart"/>
      <w:r w:rsidR="00E1253A">
        <w:t>Hofhanzlem</w:t>
      </w:r>
      <w:proofErr w:type="spellEnd"/>
      <w:r w:rsidR="00E1253A">
        <w:t>, ředitelem Stavební správy západ</w:t>
      </w:r>
    </w:p>
    <w:p w14:paraId="168A08C4" w14:textId="77777777" w:rsidR="0035531B" w:rsidRDefault="0035531B" w:rsidP="003119BB">
      <w:pPr>
        <w:pStyle w:val="Nadpis1-1"/>
        <w:spacing w:before="120"/>
      </w:pPr>
      <w:bookmarkStart w:id="7" w:name="_Toc11120098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7E6F988" w:rsidR="0035531B" w:rsidRDefault="0035531B" w:rsidP="0035531B">
      <w:pPr>
        <w:pStyle w:val="Text1-1"/>
      </w:pPr>
      <w:r>
        <w:t xml:space="preserve">Kontaktní osobou zadavatele pro </w:t>
      </w:r>
      <w:r w:rsidR="009531C1">
        <w:t xml:space="preserve">výběrové </w:t>
      </w:r>
      <w:r>
        <w:t xml:space="preserve">řízení je: </w:t>
      </w:r>
      <w:r w:rsidR="00297E87">
        <w:t>Bc. Martin Baudis</w:t>
      </w:r>
    </w:p>
    <w:p w14:paraId="6304B547" w14:textId="4B3BB99E" w:rsidR="0035531B" w:rsidRDefault="0035531B" w:rsidP="0035531B">
      <w:pPr>
        <w:pStyle w:val="Textbezslovn"/>
        <w:spacing w:after="0"/>
      </w:pPr>
      <w:r>
        <w:t xml:space="preserve">telefon: </w:t>
      </w:r>
      <w:r>
        <w:tab/>
      </w:r>
      <w:r w:rsidR="00354EE1" w:rsidRPr="00354EE1">
        <w:t>+420 601 570 898</w:t>
      </w:r>
    </w:p>
    <w:p w14:paraId="46AB406E" w14:textId="7D78A2DF" w:rsidR="0035531B" w:rsidRDefault="0035531B" w:rsidP="0035531B">
      <w:pPr>
        <w:pStyle w:val="Textbezslovn"/>
        <w:spacing w:after="0"/>
      </w:pPr>
      <w:r>
        <w:t xml:space="preserve">e-mail: </w:t>
      </w:r>
      <w:r>
        <w:tab/>
      </w:r>
      <w:r w:rsidR="00354EE1">
        <w:t>BaudisM@spravazeleznic.cz</w:t>
      </w:r>
    </w:p>
    <w:p w14:paraId="32D39B6C" w14:textId="033ADCCA" w:rsidR="0035531B" w:rsidRDefault="0035531B" w:rsidP="00354EE1">
      <w:pPr>
        <w:pStyle w:val="Textbezslovn"/>
        <w:spacing w:after="0"/>
      </w:pPr>
      <w:r>
        <w:t xml:space="preserve">adresa: </w:t>
      </w:r>
      <w:r>
        <w:tab/>
      </w:r>
      <w:r w:rsidR="00354EE1">
        <w:t>Stavební správa západ</w:t>
      </w:r>
    </w:p>
    <w:p w14:paraId="0434D8E0" w14:textId="45C90672" w:rsidR="00354EE1" w:rsidRDefault="00354EE1" w:rsidP="00354EE1">
      <w:pPr>
        <w:pStyle w:val="Textbezslovn"/>
        <w:spacing w:after="0"/>
      </w:pPr>
      <w:r>
        <w:tab/>
      </w:r>
      <w:r>
        <w:tab/>
        <w:t>Ke Štvanici 656/3</w:t>
      </w:r>
    </w:p>
    <w:p w14:paraId="4C090EB7" w14:textId="5B0AD471" w:rsidR="00354EE1" w:rsidRDefault="00354EE1" w:rsidP="00354EE1">
      <w:pPr>
        <w:pStyle w:val="Textbezslovn"/>
        <w:spacing w:after="0"/>
      </w:pPr>
      <w:r>
        <w:tab/>
      </w:r>
      <w:r>
        <w:tab/>
        <w:t>186 00 Praha 8</w:t>
      </w:r>
    </w:p>
    <w:p w14:paraId="7AFE4171" w14:textId="77777777" w:rsidR="0035531B" w:rsidRDefault="0035531B" w:rsidP="003119BB">
      <w:pPr>
        <w:pStyle w:val="Nadpis1-1"/>
        <w:spacing w:before="120"/>
      </w:pPr>
      <w:bookmarkStart w:id="8" w:name="_Toc11120098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5D38E45C" w14:textId="4DFC5212" w:rsidR="0007369C" w:rsidRDefault="00CE2878" w:rsidP="0007369C">
      <w:pPr>
        <w:spacing w:after="80"/>
        <w:ind w:left="737"/>
        <w:jc w:val="both"/>
      </w:pPr>
      <w:r>
        <w:t xml:space="preserve">Účelem je </w:t>
      </w:r>
      <w:r w:rsidR="0007369C">
        <w:t>rekonstrukce integračních koncentrátorů (</w:t>
      </w:r>
      <w:proofErr w:type="spellStart"/>
      <w:r w:rsidR="0007369C">
        <w:t>inK</w:t>
      </w:r>
      <w:proofErr w:type="spellEnd"/>
      <w:r w:rsidR="0007369C">
        <w:t>), integračních serverů (</w:t>
      </w:r>
      <w:proofErr w:type="spellStart"/>
      <w:r w:rsidR="0007369C">
        <w:t>InS</w:t>
      </w:r>
      <w:proofErr w:type="spellEnd"/>
      <w:r w:rsidR="0007369C">
        <w:t xml:space="preserve">), terminálových serverů a klientů integračních serverů řídícího systému dálkové diagnostiky technologických systémů železniční dopravní cesty (DDTS ŽDC) pro plnění požadavků podle požadavků Technických specifikací SŽDC TS 2/2008-ZSE „Technické specifikace systémů, zařízení a výrobků - Dálková diagnostika technologických systémů železniční dopravní cesty - Třetí vydání“ s úpravami uvedenými v přílohách. </w:t>
      </w:r>
    </w:p>
    <w:p w14:paraId="09962EBD" w14:textId="77777777" w:rsidR="0035531B" w:rsidRDefault="0035531B" w:rsidP="0035531B">
      <w:pPr>
        <w:pStyle w:val="Text1-1"/>
      </w:pPr>
      <w:r>
        <w:t>Předmět plnění veřejné zakázky</w:t>
      </w:r>
    </w:p>
    <w:p w14:paraId="77C8A072" w14:textId="37B923AC" w:rsidR="00CE2878" w:rsidRDefault="00CE2878" w:rsidP="002F525B">
      <w:pPr>
        <w:pStyle w:val="Text2-1"/>
        <w:numPr>
          <w:ilvl w:val="0"/>
          <w:numId w:val="0"/>
        </w:numPr>
        <w:ind w:left="737"/>
      </w:pPr>
      <w:r>
        <w:t>Předmětem Díla „</w:t>
      </w:r>
      <w:r w:rsidR="005B3567" w:rsidRPr="00CF0A0F">
        <w:rPr>
          <w:b/>
        </w:rPr>
        <w:t xml:space="preserve">Rekonstrukce systému DDTS ŽDC v obvodu OŘ </w:t>
      </w:r>
      <w:r w:rsidR="005B3567">
        <w:rPr>
          <w:b/>
        </w:rPr>
        <w:t>Plzeň, Ústí nad Labem, Hradec Králové</w:t>
      </w:r>
      <w:r>
        <w:t>“ je:</w:t>
      </w:r>
    </w:p>
    <w:p w14:paraId="66C0395C" w14:textId="77777777" w:rsidR="00CE2878" w:rsidRPr="001C6B6B" w:rsidRDefault="00CE2878" w:rsidP="00CE2878">
      <w:pPr>
        <w:numPr>
          <w:ilvl w:val="0"/>
          <w:numId w:val="7"/>
        </w:numPr>
        <w:spacing w:after="80"/>
        <w:jc w:val="both"/>
      </w:pPr>
      <w:r w:rsidRPr="001C6B6B">
        <w:rPr>
          <w:b/>
        </w:rPr>
        <w:t>Zhotovení Projektové dokumentace pro provádění stavby</w:t>
      </w:r>
      <w:r w:rsidRPr="001C6B6B">
        <w:t>, která rozpracuje a vymezí požadavky na stavbu do podrobností, které specifikují předmět Díla se zohledněním konkrétních výrobků, dodávaných technologií, technologických postupů a výrobních podmínek Zhotovitele stavby.</w:t>
      </w:r>
    </w:p>
    <w:p w14:paraId="618BC9C5" w14:textId="60C61B90" w:rsidR="0035531B" w:rsidRDefault="00CE2878" w:rsidP="00CE2878">
      <w:pPr>
        <w:numPr>
          <w:ilvl w:val="0"/>
          <w:numId w:val="7"/>
        </w:numPr>
        <w:spacing w:after="80"/>
        <w:jc w:val="both"/>
      </w:pPr>
      <w:r w:rsidRPr="00A456F3">
        <w:rPr>
          <w:b/>
        </w:rPr>
        <w:t xml:space="preserve">Zhotovení stavby </w:t>
      </w:r>
      <w:r w:rsidRPr="00A456F3">
        <w:t>dle schválené Projektové dokumentace.</w:t>
      </w:r>
    </w:p>
    <w:p w14:paraId="3FF01807" w14:textId="77777777" w:rsidR="00F43301" w:rsidRDefault="00F43301" w:rsidP="00F43301">
      <w:pPr>
        <w:pStyle w:val="Odstavec1-1a"/>
        <w:numPr>
          <w:ilvl w:val="0"/>
          <w:numId w:val="0"/>
        </w:numPr>
        <w:ind w:left="737"/>
      </w:pPr>
      <w:r>
        <w:t xml:space="preserve">Jedná se o HW a SW úpravy </w:t>
      </w:r>
      <w:proofErr w:type="spellStart"/>
      <w:r>
        <w:t>InK</w:t>
      </w:r>
      <w:proofErr w:type="spellEnd"/>
      <w:r>
        <w:t xml:space="preserve">, </w:t>
      </w:r>
      <w:proofErr w:type="spellStart"/>
      <w:r>
        <w:t>InS</w:t>
      </w:r>
      <w:proofErr w:type="spellEnd"/>
      <w:r>
        <w:t xml:space="preserve">, terminálových serverů pro doplnění požadovaných funkcí, rozdělení stávajících technologických systémů do nových kategorií, úprava systému pro zaručení stanovené doby odezvy při zpracování signalizací a povelů v systému DDTS ŽDC včetně integrace nových funkcionalit požadovaných TS 2/2008-ZSE, třetí vydání. Součástí staveb bude navržení </w:t>
      </w:r>
      <w:proofErr w:type="spellStart"/>
      <w:r>
        <w:t>Ink</w:t>
      </w:r>
      <w:proofErr w:type="spellEnd"/>
      <w:r>
        <w:t xml:space="preserve"> v lokalitě každého </w:t>
      </w:r>
      <w:proofErr w:type="spellStart"/>
      <w:r>
        <w:t>InS</w:t>
      </w:r>
      <w:proofErr w:type="spellEnd"/>
      <w:r>
        <w:t xml:space="preserve"> pro sběr centralizovaných dat. Dále zřízení testovacího prostředí pro ověřování nových SW a HW prostředků před nasazením do prostředí SŽ a pro zvýšení bezpečnosti kritické informační infrastruktury v souladu se zákonem č. 181/2014 Sb. - Zákon o kybernetické bezpečnosti ve znění dalších souvisejících předpisů (prováděcí vyhlášky). V rámci dodávky bude integrován provozní deník aplikace podle dokumentu č. j. 56805/2018-SŽDC-GŘ-O30 „Provozní politika prvků v působnosti systému řízení bezpečnosti </w:t>
      </w:r>
      <w:proofErr w:type="gramStart"/>
      <w:r>
        <w:t>informací„ a</w:t>
      </w:r>
      <w:proofErr w:type="gramEnd"/>
      <w:r>
        <w:t xml:space="preserve"> dodána aktualizovaná administrátorská příručka k systémům a implementován evidenční systém HW klíčů pro klienty DDTS.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449F2481" w:rsidR="0035531B" w:rsidRDefault="00924831" w:rsidP="006F6B09">
      <w:pPr>
        <w:pStyle w:val="Textbezslovn"/>
        <w:spacing w:after="0"/>
      </w:pPr>
      <w:r>
        <w:t>CPV kód 45314000-1 – Instalace a montáž telekomunikačního zařízení</w:t>
      </w:r>
    </w:p>
    <w:p w14:paraId="7F40BE1F" w14:textId="6CD93D8D" w:rsidR="00BC2A98" w:rsidRDefault="0078176D" w:rsidP="006F6B09">
      <w:pPr>
        <w:pStyle w:val="Textbezslovn"/>
        <w:spacing w:after="0"/>
      </w:pPr>
      <w:r>
        <w:lastRenderedPageBreak/>
        <w:t>CPV kód 32570000-9 - Komunikační zařízení</w:t>
      </w:r>
    </w:p>
    <w:p w14:paraId="651B48ED" w14:textId="38288979" w:rsidR="00426D1B" w:rsidRDefault="00426D1B" w:rsidP="006F6B09">
      <w:pPr>
        <w:pStyle w:val="Textbezslovn"/>
        <w:spacing w:after="0"/>
      </w:pPr>
      <w:r>
        <w:t>CPV kód 34632000-6</w:t>
      </w:r>
      <w:r w:rsidR="00A61A0B">
        <w:t xml:space="preserve"> -</w:t>
      </w:r>
      <w:r>
        <w:t xml:space="preserve"> Zařízení pro řízení železniční dopravy</w:t>
      </w:r>
    </w:p>
    <w:p w14:paraId="59A4549B" w14:textId="46BED0C9" w:rsidR="00426D1B" w:rsidRDefault="00426D1B" w:rsidP="006F6B09">
      <w:pPr>
        <w:pStyle w:val="Textbezslovn"/>
        <w:spacing w:after="0"/>
      </w:pPr>
      <w:r>
        <w:t xml:space="preserve">CPV kód 71320000-7 </w:t>
      </w:r>
      <w:r w:rsidR="00A61A0B">
        <w:t xml:space="preserve">- </w:t>
      </w:r>
      <w:r>
        <w:t>Technické projektování</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3119BB">
      <w:pPr>
        <w:pStyle w:val="Nadpis1-1"/>
        <w:spacing w:before="120"/>
      </w:pPr>
      <w:bookmarkStart w:id="9" w:name="_Toc11120098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43CACD2" w:rsidR="007354E9" w:rsidRDefault="007354E9" w:rsidP="007354E9">
      <w:pPr>
        <w:pStyle w:val="Text1-1"/>
      </w:pPr>
      <w:r>
        <w:t>Předpokládá se financování této veřejné zakázky z prostředků České republiky - Státního fondu dopravní infrastruktury.</w:t>
      </w:r>
    </w:p>
    <w:p w14:paraId="48FABDE1" w14:textId="219581E1" w:rsidR="0035531B" w:rsidRDefault="007354E9" w:rsidP="00AE538B">
      <w:pPr>
        <w:pStyle w:val="Text1-1"/>
        <w:numPr>
          <w:ilvl w:val="0"/>
          <w:numId w:val="0"/>
        </w:numPr>
        <w:ind w:left="737"/>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63D7690" w:rsidR="007354E9" w:rsidRDefault="007354E9" w:rsidP="00337143">
      <w:pPr>
        <w:pStyle w:val="Text1-1"/>
        <w:spacing w:after="0"/>
      </w:pPr>
      <w:r w:rsidRPr="004F70A1">
        <w:t xml:space="preserve">Předpokládaná hodnota veřejné zakázky činí </w:t>
      </w:r>
      <w:r w:rsidR="00B4692E">
        <w:rPr>
          <w:b/>
        </w:rPr>
        <w:t>18</w:t>
      </w:r>
      <w:r w:rsidR="00A57079">
        <w:rPr>
          <w:b/>
        </w:rPr>
        <w:t> </w:t>
      </w:r>
      <w:r w:rsidR="00B4692E">
        <w:rPr>
          <w:b/>
        </w:rPr>
        <w:t>885</w:t>
      </w:r>
      <w:r w:rsidR="00A57079">
        <w:rPr>
          <w:b/>
        </w:rPr>
        <w:t> </w:t>
      </w:r>
      <w:r w:rsidR="00B4692E">
        <w:rPr>
          <w:b/>
        </w:rPr>
        <w:t>383</w:t>
      </w:r>
      <w:r w:rsidR="00A57079">
        <w:rPr>
          <w:b/>
        </w:rPr>
        <w:t>,-</w:t>
      </w:r>
      <w:r w:rsidRPr="007354E9">
        <w:rPr>
          <w:b/>
        </w:rPr>
        <w:t xml:space="preserve"> Kč </w:t>
      </w:r>
      <w:r w:rsidRPr="004F70A1">
        <w:t>(bez DPH).</w:t>
      </w:r>
    </w:p>
    <w:p w14:paraId="041DE93A" w14:textId="77777777" w:rsidR="0035531B" w:rsidRDefault="0035531B" w:rsidP="003119BB">
      <w:pPr>
        <w:pStyle w:val="Nadpis1-1"/>
        <w:spacing w:before="120"/>
      </w:pPr>
      <w:bookmarkStart w:id="10" w:name="_Toc11120099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6D4B5036"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r w:rsidR="0056539E">
        <w:rPr>
          <w:rStyle w:val="Tun9b"/>
        </w:rPr>
        <w:t xml:space="preserve"> PRO ÚZEMNÍ ŘÍZENÍ</w:t>
      </w:r>
    </w:p>
    <w:p w14:paraId="028BBE85" w14:textId="4263580C"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FF0629">
        <w:rPr>
          <w:rStyle w:val="Tun9b"/>
        </w:rPr>
        <w:t>FORMULÁŘ NA VÝKON A FUNKCI</w:t>
      </w:r>
    </w:p>
    <w:p w14:paraId="4618B07C" w14:textId="7EEF9C25" w:rsidR="00FD39DE" w:rsidRPr="00261383" w:rsidRDefault="00FD39DE" w:rsidP="00FD39DE">
      <w:pPr>
        <w:pStyle w:val="Textbezslovn"/>
        <w:tabs>
          <w:tab w:val="left" w:pos="1701"/>
        </w:tabs>
        <w:spacing w:after="0"/>
        <w:ind w:left="1701" w:hanging="964"/>
      </w:pPr>
      <w:r w:rsidRPr="00261383">
        <w:t>Část 1</w:t>
      </w:r>
      <w:r w:rsidRPr="00261383">
        <w:tab/>
      </w:r>
      <w:r w:rsidR="00FF0629">
        <w:t>Všeobecný objekt</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37EFD711" w:rsidR="0035531B" w:rsidRDefault="00FD39DE" w:rsidP="00FD39DE">
      <w:pPr>
        <w:pStyle w:val="Textbezslovn"/>
        <w:tabs>
          <w:tab w:val="left" w:pos="1701"/>
        </w:tabs>
        <w:ind w:left="1701" w:hanging="964"/>
      </w:pPr>
      <w:r w:rsidRPr="00D245DF">
        <w:t>Část 3</w:t>
      </w:r>
      <w:r w:rsidRPr="00D245DF">
        <w:tab/>
      </w:r>
      <w:r w:rsidR="00FF0629">
        <w:t>Formulář na výkon a funkci</w:t>
      </w:r>
    </w:p>
    <w:p w14:paraId="6C2A8BAA" w14:textId="6C86F2FB" w:rsidR="0035531B" w:rsidRDefault="00FD39DE" w:rsidP="00983540">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EF1DB6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860F58">
        <w:t>Dokumentace pro územní řízení stavby „</w:t>
      </w:r>
      <w:r w:rsidR="00860F58" w:rsidRPr="000127E9">
        <w:t xml:space="preserve">Rekonstrukce systému DDTS ŽDC v obvodu OŘ </w:t>
      </w:r>
      <w:r w:rsidR="00184778">
        <w:t>Plzeň</w:t>
      </w:r>
      <w:r w:rsidR="00860F58" w:rsidRPr="000127E9">
        <w:t xml:space="preserve">, </w:t>
      </w:r>
      <w:r w:rsidR="00184778">
        <w:t>Ústí nad Labem</w:t>
      </w:r>
      <w:r w:rsidR="00860F58" w:rsidRPr="000127E9">
        <w:t xml:space="preserve">, </w:t>
      </w:r>
      <w:r w:rsidR="00184778">
        <w:t>Hradec Králové</w:t>
      </w:r>
      <w:r w:rsidR="00860F58">
        <w:t>“</w:t>
      </w:r>
      <w:r w:rsidR="000F05BF">
        <w:t>,</w:t>
      </w:r>
      <w:r w:rsidR="00860F58">
        <w:t xml:space="preserve"> zpracovatel SUDOP PRAHA a.s., Olšanská 1a, 130 80 Praha 3, IČO: 25793349, datum 05/2022</w:t>
      </w:r>
      <w:r w:rsidR="00B952E9">
        <w:t>.</w:t>
      </w:r>
    </w:p>
    <w:p w14:paraId="43D1303E" w14:textId="3A5CA6CA" w:rsidR="0035531B" w:rsidRDefault="00FD39DE" w:rsidP="00EB165E">
      <w:pPr>
        <w:pStyle w:val="Text1-1"/>
      </w:pPr>
      <w:r>
        <w:t>Pro vyloučení pochybností zadavatel uvádí, že ohledně této veřejné zakázky nevedl předběžné tržní konzultace.</w:t>
      </w:r>
    </w:p>
    <w:p w14:paraId="4B34903E" w14:textId="77777777" w:rsidR="0035531B" w:rsidRDefault="0035531B" w:rsidP="003119BB">
      <w:pPr>
        <w:pStyle w:val="Nadpis1-1"/>
        <w:spacing w:before="120"/>
      </w:pPr>
      <w:bookmarkStart w:id="11" w:name="_Toc111200991"/>
      <w:r>
        <w:t>VYSVĚTLENÍ, ZMĚNY</w:t>
      </w:r>
      <w:r w:rsidR="00845C50">
        <w:t xml:space="preserve"> </w:t>
      </w:r>
      <w:r w:rsidR="00776A8A">
        <w:t>A</w:t>
      </w:r>
      <w:r w:rsidR="00845C50">
        <w:t> </w:t>
      </w:r>
      <w:r>
        <w:t>DOPLNĚNÍ ZADÁVACÍ DOKUMENTACE</w:t>
      </w:r>
      <w:bookmarkEnd w:id="11"/>
      <w:r>
        <w:t xml:space="preserve"> </w:t>
      </w:r>
    </w:p>
    <w:p w14:paraId="3A8E6C92" w14:textId="0694DB2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w:t>
      </w:r>
      <w:r w:rsidRPr="00FD39DE">
        <w:lastRenderedPageBreak/>
        <w:t xml:space="preserve">žádost musí být zadavateli doručena </w:t>
      </w:r>
      <w:r w:rsidRPr="007003C4">
        <w:rPr>
          <w:b/>
        </w:rPr>
        <w:t>nejpozději 4 pracovní dny</w:t>
      </w:r>
      <w:r w:rsidRPr="007003C4">
        <w:t xml:space="preserve"> před</w:t>
      </w:r>
      <w:r w:rsidRPr="00FD39DE">
        <w:t xml:space="preserve"> uplynutím lhůty pro podání nabídek</w:t>
      </w:r>
      <w:r w:rsidR="00693188">
        <w:t>, jinak zadavatel není povinen vysvětlení poskytnout</w:t>
      </w:r>
      <w:r w:rsidRPr="00FD39DE">
        <w:t>.</w:t>
      </w:r>
    </w:p>
    <w:p w14:paraId="04E7F2E9" w14:textId="1432057B" w:rsidR="0035531B" w:rsidRDefault="00FD39DE" w:rsidP="00FD39DE">
      <w:pPr>
        <w:pStyle w:val="Text1-1"/>
      </w:pPr>
      <w:r w:rsidRPr="00FD39DE">
        <w:t xml:space="preserve">Zadavatel poskytne vysvětlení zadávací dokumentace nejpozději </w:t>
      </w:r>
      <w:r w:rsidRPr="007003C4">
        <w:t>do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50E19">
        <w:t xml:space="preserve">nejméně </w:t>
      </w:r>
      <w:r w:rsidR="00CE5F6A" w:rsidRPr="00C50E19">
        <w:t xml:space="preserve">2 </w:t>
      </w:r>
      <w:r w:rsidR="00693188" w:rsidRPr="00C50E19">
        <w:t>pracovní</w:t>
      </w:r>
      <w:r w:rsidR="00693188">
        <w:t xml:space="preserve"> dny před uplynutím lhůty pro podání nabídek.</w:t>
      </w:r>
    </w:p>
    <w:p w14:paraId="33849454" w14:textId="4B047E6B" w:rsidR="0035531B" w:rsidRDefault="00FD39DE" w:rsidP="002C70F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37921D3F" w:rsidR="0021225E" w:rsidRPr="00900629" w:rsidRDefault="00FD39DE" w:rsidP="00F84BAE">
      <w:pPr>
        <w:pStyle w:val="Text1-1"/>
      </w:pPr>
      <w:r w:rsidRPr="00900629">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F84BAE" w:rsidRPr="00900629">
        <w:t>.</w:t>
      </w:r>
    </w:p>
    <w:p w14:paraId="322AE544" w14:textId="77777777" w:rsidR="0035531B" w:rsidRDefault="0035531B" w:rsidP="003119BB">
      <w:pPr>
        <w:pStyle w:val="Nadpis1-1"/>
        <w:spacing w:before="120"/>
      </w:pPr>
      <w:bookmarkStart w:id="12" w:name="_Toc11120099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054DA6B" w:rsidR="0035531B" w:rsidRPr="009354A6" w:rsidRDefault="0035531B" w:rsidP="000C0AD5">
      <w:pPr>
        <w:pStyle w:val="Odrka1-2-"/>
        <w:spacing w:before="120"/>
      </w:pPr>
      <w:r w:rsidRPr="009354A6">
        <w:t>Provádění staveb, jejich změn</w:t>
      </w:r>
      <w:r w:rsidR="00845C50" w:rsidRPr="009354A6">
        <w:t xml:space="preserve"> a </w:t>
      </w:r>
      <w:r w:rsidRPr="009354A6">
        <w:t>odstraňování,</w:t>
      </w:r>
    </w:p>
    <w:p w14:paraId="3474EEAB" w14:textId="65B5887B" w:rsidR="0035531B" w:rsidRDefault="009354A6" w:rsidP="000C0AD5">
      <w:pPr>
        <w:pStyle w:val="Odrka1-2-"/>
        <w:spacing w:after="120"/>
      </w:pPr>
      <w:r w:rsidRPr="009354A6">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9F1F52" w:rsidRDefault="00344A9C" w:rsidP="00344A9C">
      <w:pPr>
        <w:pStyle w:val="Odrka1-1"/>
        <w:numPr>
          <w:ilvl w:val="0"/>
          <w:numId w:val="0"/>
        </w:numPr>
        <w:ind w:left="1190" w:firstLine="341"/>
        <w:rPr>
          <w:b/>
        </w:rPr>
      </w:pPr>
      <w:r w:rsidRPr="009F1F52">
        <w:rPr>
          <w:b/>
        </w:rPr>
        <w:t xml:space="preserve">e) </w:t>
      </w:r>
      <w:r w:rsidRPr="009F1F52">
        <w:t>technologická zařízení staveb</w:t>
      </w:r>
    </w:p>
    <w:p w14:paraId="5AE360E6" w14:textId="4D11350D" w:rsidR="00520784" w:rsidRDefault="0035531B" w:rsidP="000C0AD5">
      <w:pPr>
        <w:pStyle w:val="Odrka1-2-"/>
        <w:numPr>
          <w:ilvl w:val="0"/>
          <w:numId w:val="0"/>
        </w:numPr>
        <w:spacing w:after="120"/>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5ABAF4A9" w:rsidR="0035531B" w:rsidRPr="00CC4380" w:rsidRDefault="0035531B" w:rsidP="0035531B">
      <w:pPr>
        <w:pStyle w:val="Text1-1"/>
        <w:rPr>
          <w:rStyle w:val="Tun9b"/>
        </w:rPr>
      </w:pPr>
      <w:r w:rsidRPr="00CC4380">
        <w:rPr>
          <w:rStyle w:val="Tun9b"/>
        </w:rPr>
        <w:t xml:space="preserve">Technická kvalifikace – </w:t>
      </w:r>
      <w:r w:rsidRPr="00A03F48">
        <w:rPr>
          <w:rStyle w:val="Tun9b"/>
        </w:rPr>
        <w:t xml:space="preserve">seznam </w:t>
      </w:r>
      <w:r w:rsidR="00CB68EC" w:rsidRPr="00A03F48">
        <w:rPr>
          <w:rStyle w:val="Tun9b"/>
        </w:rPr>
        <w:t>významných služeb</w:t>
      </w:r>
      <w:r w:rsidR="00CB68EC">
        <w:rPr>
          <w:rStyle w:val="Tun9b"/>
        </w:rPr>
        <w:t xml:space="preserve"> a </w:t>
      </w:r>
      <w:r w:rsidRPr="00CC4380">
        <w:rPr>
          <w:rStyle w:val="Tun9b"/>
        </w:rPr>
        <w:t>stavebních prací</w:t>
      </w:r>
    </w:p>
    <w:p w14:paraId="38118381" w14:textId="570650B8" w:rsidR="00A03F48" w:rsidRPr="00FF2404" w:rsidRDefault="00A03F48" w:rsidP="00A03F48">
      <w:pPr>
        <w:pStyle w:val="Odrka1-1"/>
        <w:tabs>
          <w:tab w:val="clear" w:pos="1077"/>
          <w:tab w:val="num" w:pos="709"/>
        </w:tabs>
        <w:ind w:left="709" w:hanging="283"/>
        <w:rPr>
          <w:b/>
        </w:rPr>
      </w:pPr>
      <w:r w:rsidRPr="00E00950">
        <w:t xml:space="preserve">Zadavatel požaduje předložení seznamu významných ukončených služeb obdobného charakteru poskytnutých dodavatelem v </w:t>
      </w:r>
      <w:r w:rsidRPr="002537CB">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w:t>
      </w:r>
      <w:r w:rsidRPr="002C1D1C">
        <w:t xml:space="preserve">projektové dokumentace pro </w:t>
      </w:r>
      <w:r>
        <w:t xml:space="preserve">vydání </w:t>
      </w:r>
      <w:r w:rsidRPr="002C1D1C">
        <w:t>stavební</w:t>
      </w:r>
      <w:r>
        <w:t>ho</w:t>
      </w:r>
      <w:r w:rsidRPr="002C1D1C">
        <w:t xml:space="preserve"> povolení (</w:t>
      </w:r>
      <w:r>
        <w:t>dále jen „</w:t>
      </w:r>
      <w:r w:rsidRPr="002C1D1C">
        <w:t>DSP</w:t>
      </w:r>
      <w:r>
        <w:t>“</w:t>
      </w:r>
      <w:r w:rsidRPr="002C1D1C">
        <w:t xml:space="preserve">) nebo ve stupni projektové dokumentace pro </w:t>
      </w:r>
      <w:r>
        <w:t xml:space="preserve">vydání </w:t>
      </w:r>
      <w:r w:rsidRPr="002C1D1C">
        <w:t>společné</w:t>
      </w:r>
      <w:r>
        <w:t>ho</w:t>
      </w:r>
      <w:r w:rsidRPr="002C1D1C">
        <w:t xml:space="preserve"> povolení (</w:t>
      </w:r>
      <w:r>
        <w:t>dále jen „</w:t>
      </w:r>
      <w:r w:rsidRPr="002C1D1C">
        <w:t>DUSP</w:t>
      </w:r>
      <w:r>
        <w:t>“</w:t>
      </w:r>
      <w:r w:rsidRPr="002C1D1C">
        <w:t xml:space="preserve">) nebo ve </w:t>
      </w:r>
      <w:r>
        <w:t>stupních</w:t>
      </w:r>
      <w:r w:rsidRPr="002C1D1C">
        <w:t xml:space="preserve"> projektové dokumentace pro </w:t>
      </w:r>
      <w:r>
        <w:t xml:space="preserve">vydání </w:t>
      </w:r>
      <w:r w:rsidRPr="002C1D1C">
        <w:t>stavební</w:t>
      </w:r>
      <w:r>
        <w:t>ho</w:t>
      </w:r>
      <w:r w:rsidRPr="002C1D1C">
        <w:t xml:space="preserve"> povolení a projektové dokumentace pro provádění stavby (</w:t>
      </w:r>
      <w:r>
        <w:t>dále jen „DSP+</w:t>
      </w:r>
      <w:r w:rsidRPr="002C1D1C">
        <w:t>PDPS</w:t>
      </w:r>
      <w:r>
        <w:t>“</w:t>
      </w:r>
      <w:r w:rsidRPr="002C1D1C">
        <w:t xml:space="preserve">) </w:t>
      </w:r>
      <w:r>
        <w:t xml:space="preserve">nebo ve stupních projektové </w:t>
      </w:r>
      <w:r w:rsidRPr="00FD5774">
        <w:t xml:space="preserve">dokumentace pro </w:t>
      </w:r>
      <w:r>
        <w:t xml:space="preserve">vydání </w:t>
      </w:r>
      <w:r w:rsidRPr="00FD5774">
        <w:t>společné</w:t>
      </w:r>
      <w:r>
        <w:t>ho</w:t>
      </w:r>
      <w:r w:rsidRPr="00FD5774">
        <w:t xml:space="preserve"> povolení a projektové dokumentace pro provádění stavby (</w:t>
      </w:r>
      <w:r>
        <w:t>dále jen „</w:t>
      </w:r>
      <w:r w:rsidRPr="00FD5774">
        <w:t>DUSP+PDPS</w:t>
      </w:r>
      <w:r>
        <w:t>“</w:t>
      </w:r>
      <w:r w:rsidRPr="00FD5774">
        <w:t>)</w:t>
      </w:r>
      <w:r>
        <w:t xml:space="preserve"> </w:t>
      </w:r>
      <w:r w:rsidR="00BF02B0">
        <w:t>a projektové dokumentace pro provádění stavby ( dále jen „PDPS“)</w:t>
      </w:r>
      <w:r w:rsidRPr="00E80EFA">
        <w:t>pro</w:t>
      </w:r>
      <w:r w:rsidRPr="00E00950">
        <w:t xml:space="preserve"> stavby železničních drah ve smyslu § 5 odst. 1 zák. č. 266/1994 Sb., o dráhách, ve znění pozdějších předpisů, které svým charakterem odpovídají profesnímu obsahu zadávané </w:t>
      </w:r>
      <w:r w:rsidRPr="00E00950">
        <w:lastRenderedPageBreak/>
        <w:t xml:space="preserve">veřejné </w:t>
      </w:r>
      <w:r w:rsidRPr="00290EE8">
        <w:t xml:space="preserve">zakázky, tj. zahrnují alespoň následující činnosti: </w:t>
      </w:r>
      <w:r w:rsidRPr="00FF2404">
        <w:rPr>
          <w:b/>
        </w:rPr>
        <w:t>projektování sdělovacího zařízení</w:t>
      </w:r>
      <w:r w:rsidR="0072042A" w:rsidRPr="00FF2404">
        <w:rPr>
          <w:b/>
        </w:rPr>
        <w:t xml:space="preserve"> dálkové diagnostiky technologických systémů železniční dopravní cesty</w:t>
      </w:r>
      <w:r w:rsidRPr="00FF2404">
        <w:rPr>
          <w:b/>
        </w:rPr>
        <w:t>.</w:t>
      </w:r>
    </w:p>
    <w:p w14:paraId="12EECDB9" w14:textId="76C2C78E" w:rsidR="00A03F48" w:rsidRPr="00E00950" w:rsidRDefault="00A03F48" w:rsidP="00A03F48">
      <w:pPr>
        <w:pStyle w:val="Textbezslovn"/>
        <w:tabs>
          <w:tab w:val="num" w:pos="709"/>
        </w:tabs>
        <w:ind w:left="709" w:hanging="709"/>
      </w:pPr>
      <w:r w:rsidRPr="00E00950">
        <w:tab/>
        <w:t xml:space="preserve">Za </w:t>
      </w:r>
      <w:r>
        <w:t xml:space="preserve">významnou </w:t>
      </w:r>
      <w:r w:rsidRPr="00E00950">
        <w:t xml:space="preserve">službu obdobného charakteru, resp. projektové práce spočívající ve zhotovení projektové dokumentace ve stupni DSP nebo DUSP </w:t>
      </w:r>
      <w:r w:rsidRPr="007D0C4C">
        <w:t>nebo DSP+PDPS nebo DUSP+PDPS</w:t>
      </w:r>
      <w:r w:rsidR="00FA302B">
        <w:t xml:space="preserve"> nebo PDPS</w:t>
      </w:r>
      <w:r w:rsidRPr="00E00950">
        <w:t>.</w:t>
      </w:r>
    </w:p>
    <w:p w14:paraId="6E56EE39" w14:textId="4A5836BE" w:rsidR="00A03F48" w:rsidRPr="002537CB" w:rsidRDefault="00A03F48" w:rsidP="00A03F48">
      <w:pPr>
        <w:pStyle w:val="Textbezslovn"/>
        <w:ind w:left="709" w:hanging="709"/>
      </w:pPr>
      <w:r w:rsidRPr="00E00950">
        <w:tab/>
      </w:r>
      <w:r w:rsidRPr="00FC44E6">
        <w:rPr>
          <w:rFonts w:eastAsia="Times New Roman" w:cs="Times New Roman"/>
          <w:lang w:eastAsia="cs-CZ"/>
        </w:rPr>
        <w:t xml:space="preserve">Dodavatel musí předloženým seznamem významných </w:t>
      </w:r>
      <w:r>
        <w:rPr>
          <w:rFonts w:eastAsia="Times New Roman" w:cs="Times New Roman"/>
          <w:lang w:eastAsia="cs-CZ"/>
        </w:rPr>
        <w:t xml:space="preserve">ukončených </w:t>
      </w:r>
      <w:r w:rsidRPr="00FC44E6">
        <w:rPr>
          <w:rFonts w:eastAsia="Times New Roman" w:cs="Times New Roman"/>
          <w:lang w:eastAsia="cs-CZ"/>
        </w:rPr>
        <w:t xml:space="preserve">služeb </w:t>
      </w:r>
      <w:r w:rsidRPr="00934A27">
        <w:rPr>
          <w:rFonts w:eastAsia="Times New Roman" w:cs="Times New Roman"/>
          <w:lang w:eastAsia="cs-CZ"/>
        </w:rPr>
        <w:t>prokázat,</w:t>
      </w:r>
      <w:r w:rsidRPr="00FC44E6">
        <w:rPr>
          <w:rFonts w:eastAsia="Times New Roman" w:cs="Times New Roman"/>
          <w:lang w:eastAsia="cs-CZ"/>
        </w:rPr>
        <w:t xml:space="preserve"> že v uvedeném období poskytl </w:t>
      </w:r>
      <w:r w:rsidRPr="0084633A">
        <w:rPr>
          <w:rFonts w:eastAsia="Times New Roman" w:cs="Times New Roman"/>
          <w:b/>
          <w:lang w:eastAsia="cs-CZ"/>
        </w:rPr>
        <w:t xml:space="preserve">alespoň </w:t>
      </w:r>
      <w:r>
        <w:rPr>
          <w:rFonts w:eastAsia="Times New Roman" w:cs="Times New Roman"/>
          <w:b/>
          <w:lang w:eastAsia="cs-CZ"/>
        </w:rPr>
        <w:t>jednu službu</w:t>
      </w:r>
      <w:r w:rsidRPr="0084633A">
        <w:rPr>
          <w:rFonts w:eastAsia="Times New Roman" w:cs="Times New Roman"/>
          <w:b/>
          <w:lang w:eastAsia="cs-CZ"/>
        </w:rPr>
        <w:t xml:space="preserve"> obdobného charakteru</w:t>
      </w:r>
      <w:r w:rsidRPr="0084633A">
        <w:rPr>
          <w:rFonts w:eastAsia="Times New Roman" w:cs="Times New Roman"/>
          <w:lang w:eastAsia="cs-CZ"/>
        </w:rPr>
        <w:t xml:space="preserve"> </w:t>
      </w:r>
      <w:r>
        <w:t xml:space="preserve">v hodnotě nejméně </w:t>
      </w:r>
      <w:r w:rsidR="00FD2776">
        <w:rPr>
          <w:b/>
        </w:rPr>
        <w:t>5</w:t>
      </w:r>
      <w:r w:rsidRPr="009237C8">
        <w:rPr>
          <w:rFonts w:eastAsia="Times New Roman" w:cs="Times New Roman"/>
          <w:b/>
          <w:lang w:eastAsia="cs-CZ"/>
        </w:rPr>
        <w:t>00</w:t>
      </w:r>
      <w:r w:rsidRPr="005C26D0">
        <w:rPr>
          <w:rFonts w:eastAsia="Times New Roman" w:cs="Times New Roman"/>
          <w:b/>
          <w:lang w:eastAsia="cs-CZ"/>
        </w:rPr>
        <w:t xml:space="preserve"> 000,- Kč </w:t>
      </w:r>
      <w:r w:rsidRPr="005C26D0">
        <w:rPr>
          <w:rFonts w:eastAsia="Times New Roman" w:cs="Times New Roman"/>
          <w:lang w:eastAsia="cs-CZ"/>
        </w:rPr>
        <w:t xml:space="preserve">bez DPH. </w:t>
      </w:r>
      <w:r w:rsidRPr="005C26D0">
        <w:t xml:space="preserve">Hodnotou služby se pro účely posouzení splnění kritérií technické kvalifikace rozumí cena, za kterou dodavatel provedl předmětné služby; tato cena nebude upravována o míru inflace </w:t>
      </w:r>
      <w:r w:rsidRPr="00F00A44">
        <w:t xml:space="preserve">tak, aby odpovídala současným hodnotám služeb. </w:t>
      </w:r>
      <w:r>
        <w:t>V případě dokumentací ve stupních DSP+PDPS nebo DUSP+PDPS</w:t>
      </w:r>
      <w:r w:rsidR="002D77D4">
        <w:t xml:space="preserve"> nebo PDPS</w:t>
      </w:r>
      <w:r>
        <w:t xml:space="preserve"> lze jako cenu jedné významné služby doložit součet cen obou uvedených stupňů (tj. součet cen DSP+PDPS nebo DUSP+PDPS</w:t>
      </w:r>
      <w:r w:rsidR="002D77D4">
        <w:t xml:space="preserve"> nebo PDPS</w:t>
      </w:r>
      <w:r>
        <w:t>).</w:t>
      </w:r>
      <w:r w:rsidRPr="002537CB">
        <w:t xml:space="preserve"> </w:t>
      </w:r>
    </w:p>
    <w:p w14:paraId="17FDED81" w14:textId="77777777" w:rsidR="00A03F48" w:rsidRPr="0000237D" w:rsidRDefault="00A03F48" w:rsidP="00A03F48">
      <w:pPr>
        <w:pStyle w:val="Textbezslovn"/>
        <w:ind w:left="709"/>
      </w:pPr>
      <w:r w:rsidRPr="0000237D">
        <w:t xml:space="preserve">Seznam významných služeb bude předložen ve formě dle vzorového formuláře obsaženého v Příloze č. 4 </w:t>
      </w:r>
      <w:r w:rsidRPr="00556951">
        <w:t xml:space="preserve">této Výzvy. V </w:t>
      </w:r>
      <w:r w:rsidRPr="0000237D">
        <w:t>předloženém seznamu musí být uvedeny všechny požadované údaje, zejména název služby, předmět plnění</w:t>
      </w:r>
      <w:r>
        <w:t xml:space="preserve">, cena, </w:t>
      </w:r>
      <w:r w:rsidRPr="0000237D">
        <w:t xml:space="preserve">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038D3DD1" w14:textId="433D28F2" w:rsidR="00A03F48" w:rsidRPr="0000237D" w:rsidRDefault="00A03F48" w:rsidP="00A03F48">
      <w:pPr>
        <w:pStyle w:val="Textbezslovn"/>
        <w:ind w:left="709"/>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 nebo DSP</w:t>
      </w:r>
      <w:r>
        <w:t>+</w:t>
      </w:r>
      <w:r w:rsidRPr="0000237D">
        <w:t xml:space="preserve">PDPS </w:t>
      </w:r>
      <w:r>
        <w:t>nebo DUSP+PDPS</w:t>
      </w:r>
      <w:r w:rsidR="00E31121">
        <w:t xml:space="preserve"> nebo PDPS</w:t>
      </w:r>
      <w:r>
        <w:t xml:space="preserve"> </w:t>
      </w:r>
      <w:r w:rsidRPr="0000237D">
        <w:t xml:space="preserve">pro stavby </w:t>
      </w:r>
      <w:r>
        <w:t>dopravní infrastruktury</w:t>
      </w:r>
      <w:r w:rsidRPr="00836482">
        <w:t xml:space="preserve"> </w:t>
      </w:r>
      <w:r>
        <w:t>s výše požadovaným předmětem plnění</w:t>
      </w:r>
      <w:r w:rsidRPr="0000237D">
        <w:t>); zároveň však platí, že nestačí,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p>
    <w:p w14:paraId="5C892722" w14:textId="09E5EE71" w:rsidR="00A03F48" w:rsidRPr="0000237D" w:rsidRDefault="00A03F48" w:rsidP="00A03F48">
      <w:pPr>
        <w:pStyle w:val="Textbezslovn"/>
        <w:ind w:left="709"/>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nebo DUSP+PDPS</w:t>
      </w:r>
      <w:r w:rsidR="00E31121">
        <w:t xml:space="preserve"> nebo PDPS</w:t>
      </w:r>
      <w:r>
        <w:t xml:space="preserve"> </w:t>
      </w:r>
      <w:r w:rsidRPr="0000237D">
        <w:t xml:space="preserve">považuje za dokončenou </w:t>
      </w:r>
      <w:r>
        <w:t xml:space="preserve">definitivním </w:t>
      </w:r>
      <w:r w:rsidRPr="0000237D">
        <w:t>předáním DSP nebo DUSP nebo DSP</w:t>
      </w:r>
      <w:r>
        <w:t>+</w:t>
      </w:r>
      <w:r w:rsidRPr="0000237D">
        <w:t>PDPS</w:t>
      </w:r>
      <w:r>
        <w:t xml:space="preserve"> nebo DUSP+PDPS</w:t>
      </w:r>
      <w:r w:rsidR="00E31121">
        <w:t xml:space="preserve"> nebo PDPS</w:t>
      </w:r>
      <w:r>
        <w:t xml:space="preserve"> včetně dokladové části</w:t>
      </w:r>
      <w:r w:rsidRPr="0000237D">
        <w:t>,</w:t>
      </w:r>
      <w:r w:rsidR="00B448FF">
        <w:t xml:space="preserve"> </w:t>
      </w:r>
      <w:r w:rsidRPr="0000237D">
        <w:t>objednateli po zapracování všech připomínek</w:t>
      </w:r>
      <w:r w:rsidRPr="00836482">
        <w:t xml:space="preserve"> </w:t>
      </w:r>
      <w:r>
        <w:t>a jejím převzetím objednatelem</w:t>
      </w:r>
      <w:r w:rsidRPr="0000237D">
        <w:t>, a to bez případného podání žádosti o stavební povolení nebo společné povolení, je-li součástí plnění zakázky.</w:t>
      </w:r>
    </w:p>
    <w:p w14:paraId="14AF23A3" w14:textId="77777777" w:rsidR="00A03F48" w:rsidRPr="0000237D" w:rsidRDefault="00A03F48" w:rsidP="00A03F48">
      <w:pPr>
        <w:pStyle w:val="Textbezslovn"/>
        <w:ind w:left="709"/>
      </w:pPr>
      <w:r w:rsidRPr="0000237D">
        <w:t>Dodavatel může použít k prokázání splnění kritéria kvalifikace týkajícího se požadavku na předložení seznamu referenčních zakázek i takové služby, které poskytl</w:t>
      </w:r>
    </w:p>
    <w:p w14:paraId="1DF6E75A" w14:textId="77777777" w:rsidR="00A03F48" w:rsidRPr="0000237D" w:rsidRDefault="00A03F48" w:rsidP="00A03F48">
      <w:pPr>
        <w:pStyle w:val="Odstavec1-1a"/>
        <w:numPr>
          <w:ilvl w:val="0"/>
          <w:numId w:val="48"/>
        </w:numPr>
        <w:ind w:left="709" w:firstLine="0"/>
      </w:pPr>
      <w:r w:rsidRPr="0000237D">
        <w:t>společně s jinými dodavateli, a to v rozsahu, v jakém se na plnění zakázky podílel, nebo</w:t>
      </w:r>
    </w:p>
    <w:p w14:paraId="241637F2" w14:textId="77777777" w:rsidR="00A03F48" w:rsidRPr="0000237D" w:rsidRDefault="00A03F48" w:rsidP="00A03F48">
      <w:pPr>
        <w:pStyle w:val="Odstavec1-1a"/>
        <w:numPr>
          <w:ilvl w:val="0"/>
          <w:numId w:val="48"/>
        </w:numPr>
        <w:ind w:left="709" w:firstLine="0"/>
      </w:pPr>
      <w:r w:rsidRPr="0000237D">
        <w:t>jako poddodavatel, a to v rozsahu, v jakém se na plnění zakázky podílel.</w:t>
      </w:r>
    </w:p>
    <w:p w14:paraId="036D0700" w14:textId="77777777" w:rsidR="00A03F48" w:rsidRDefault="00A03F48" w:rsidP="00A03F48">
      <w:pPr>
        <w:pStyle w:val="Textbezslovn"/>
        <w:ind w:left="709"/>
      </w:pPr>
      <w:r w:rsidRPr="0000237D">
        <w:t xml:space="preserve">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w:t>
      </w:r>
      <w:r w:rsidRPr="0000237D">
        <w:lastRenderedPageBreak/>
        <w:t>konsorcium, v rámci stejné referenční zakázky realizovali rozdílné části plnění samostatně naplňující definici významné služby.</w:t>
      </w:r>
    </w:p>
    <w:p w14:paraId="1B891390" w14:textId="08B23470" w:rsidR="00A03F48" w:rsidRDefault="00A03F48" w:rsidP="00A03F48">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04EEC43C" w:rsidR="00F95A2C" w:rsidRDefault="00F95A2C" w:rsidP="00A03F48">
      <w:pPr>
        <w:pStyle w:val="Odrka1-1"/>
        <w:tabs>
          <w:tab w:val="clear" w:pos="1077"/>
          <w:tab w:val="num" w:pos="709"/>
        </w:tabs>
        <w:ind w:left="709" w:hanging="283"/>
      </w:pPr>
      <w:r>
        <w:t xml:space="preserve">Zadavatel požaduje předložení </w:t>
      </w:r>
      <w:r w:rsidRPr="005B3472">
        <w:rPr>
          <w:b/>
        </w:rPr>
        <w:t>seznamu</w:t>
      </w:r>
      <w:r>
        <w:t xml:space="preserve"> stavebních prací </w:t>
      </w:r>
      <w:r w:rsidR="00F6113F">
        <w:t>spočívajících v provedení novostavby</w:t>
      </w:r>
      <w:r w:rsidR="002715C0">
        <w:t xml:space="preserve"> nebo</w:t>
      </w:r>
      <w:r w:rsidR="00F6113F">
        <w:t xml:space="preserve"> rekonstrukce </w:t>
      </w:r>
      <w:r>
        <w:t xml:space="preserve">na stavbách </w:t>
      </w:r>
      <w:r w:rsidRPr="002715C0">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2715C0">
        <w:t>5</w:t>
      </w:r>
      <w:r>
        <w:t xml:space="preserve"> let před zahájením výběrového řízení (dále jako „</w:t>
      </w:r>
      <w:r w:rsidRPr="00F95A2C">
        <w:rPr>
          <w:b/>
        </w:rPr>
        <w:t>stavební práce</w:t>
      </w:r>
      <w:r>
        <w:t>“).</w:t>
      </w:r>
    </w:p>
    <w:p w14:paraId="3D4CF4EA" w14:textId="63D7C480"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2715C0">
        <w:t>5</w:t>
      </w:r>
      <w:r>
        <w:t xml:space="preserve"> letech před zahájením výběrového řízení řádně poskytl a dokončil minimálně </w:t>
      </w:r>
      <w:r w:rsidR="00CF0193">
        <w:rPr>
          <w:b/>
        </w:rPr>
        <w:t>jednu</w:t>
      </w:r>
      <w:r>
        <w:t xml:space="preserve">  stavební prác</w:t>
      </w:r>
      <w:r w:rsidR="00CF0193">
        <w:t>i,</w:t>
      </w:r>
      <w:r>
        <w:t xml:space="preserve"> </w:t>
      </w:r>
      <w:r w:rsidR="00CF0193">
        <w:t xml:space="preserve">jejímž předmětem byla </w:t>
      </w:r>
      <w:r w:rsidR="00CF0193" w:rsidRPr="00FF2404">
        <w:rPr>
          <w:b/>
          <w:bCs/>
        </w:rPr>
        <w:t>novostavba nebo rekonstrukce sdělovacího zařízení</w:t>
      </w:r>
      <w:r w:rsidR="00600A02" w:rsidRPr="00FF2404">
        <w:rPr>
          <w:b/>
        </w:rPr>
        <w:t xml:space="preserve"> dálkové diagnostiky technologických systémů železniční dopravní cesty</w:t>
      </w:r>
      <w:r>
        <w:t>,</w:t>
      </w:r>
      <w:r w:rsidR="00CF0193">
        <w:t xml:space="preserve"> přičemž </w:t>
      </w:r>
      <w:r w:rsidR="00201716">
        <w:t>celková hodnota této provedené stavební práce musí,</w:t>
      </w:r>
      <w:r>
        <w:t xml:space="preserve"> včetně případných poddodávek, alespoň ve výši </w:t>
      </w:r>
      <w:r w:rsidR="008E6C17">
        <w:rPr>
          <w:b/>
          <w:bCs/>
        </w:rPr>
        <w:t>8</w:t>
      </w:r>
      <w:r w:rsidR="00FA69AB" w:rsidRPr="003D0F11">
        <w:rPr>
          <w:b/>
          <w:bCs/>
        </w:rPr>
        <w:t> </w:t>
      </w:r>
      <w:r w:rsidR="00CD1207">
        <w:rPr>
          <w:b/>
          <w:bCs/>
        </w:rPr>
        <w:t>0</w:t>
      </w:r>
      <w:r w:rsidR="00FA69AB" w:rsidRPr="003D0F11">
        <w:rPr>
          <w:b/>
          <w:bCs/>
        </w:rPr>
        <w:t>00 000</w:t>
      </w:r>
      <w:r>
        <w:t xml:space="preserve">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FC2E8F3"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A7079D">
        <w:t>5 l</w:t>
      </w:r>
      <w:r w:rsidRPr="00AF4A09">
        <w:t xml:space="preserve">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A7079D">
        <w:t>posledních 5 let</w:t>
      </w:r>
      <w:r w:rsidRPr="00AF4A09">
        <w:t xml:space="preserve">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 </w:t>
      </w:r>
      <w:r w:rsidRPr="00A7079D">
        <w:t>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DA3A81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1E725694" w14:textId="261F5FBD" w:rsidR="007C2E78" w:rsidRPr="007C2E78" w:rsidRDefault="00D60CE9" w:rsidP="00EF4DAC">
      <w:pPr>
        <w:pStyle w:val="Odstavec1-1a"/>
        <w:numPr>
          <w:ilvl w:val="0"/>
          <w:numId w:val="11"/>
        </w:numPr>
        <w:rPr>
          <w:b/>
        </w:rPr>
      </w:pPr>
      <w:r w:rsidRPr="00200526">
        <w:rPr>
          <w:b/>
        </w:rPr>
        <w:t>specialista pro projektovou dokumentaci</w:t>
      </w:r>
    </w:p>
    <w:p w14:paraId="1830C0C8" w14:textId="4D90919A" w:rsidR="007C2E78" w:rsidRPr="00D60CE9" w:rsidRDefault="00D60CE9" w:rsidP="007C2E78">
      <w:pPr>
        <w:pStyle w:val="Odrka1-2-"/>
        <w:rPr>
          <w:b/>
        </w:rPr>
      </w:pPr>
      <w:r w:rsidRPr="009354F0">
        <w:t xml:space="preserve">nejméně 5 let </w:t>
      </w:r>
      <w:r w:rsidRPr="007E7DC4">
        <w:t>praxe v projektování staveb železničních drah, které obsahovaly</w:t>
      </w:r>
      <w:r w:rsidRPr="00290EE8">
        <w:t xml:space="preserve"> </w:t>
      </w:r>
      <w:r w:rsidRPr="00120210">
        <w:t xml:space="preserve">mimo jiné alespoň následující činnosti: </w:t>
      </w:r>
      <w:r w:rsidRPr="00120210">
        <w:rPr>
          <w:b/>
        </w:rPr>
        <w:t>projektování sdělovacího zařízení</w:t>
      </w:r>
      <w:r w:rsidRPr="00120210">
        <w:t>;</w:t>
      </w:r>
    </w:p>
    <w:p w14:paraId="3E2EA55A" w14:textId="1E8A3075" w:rsidR="00D60CE9" w:rsidRPr="007C2E78" w:rsidRDefault="00D60CE9" w:rsidP="007C2E78">
      <w:pPr>
        <w:pStyle w:val="Odrka1-2-"/>
        <w:rPr>
          <w:b/>
        </w:rPr>
      </w:pPr>
      <w:r w:rsidRPr="00120210">
        <w:t xml:space="preserve">autorizace v rozsahu dle § 5 odst. 3 písm. </w:t>
      </w:r>
      <w:r w:rsidRPr="00994BC6">
        <w:rPr>
          <w:b/>
          <w:bCs/>
        </w:rPr>
        <w:t>e)</w:t>
      </w:r>
      <w:r w:rsidRPr="00120210">
        <w:t xml:space="preserve"> zák. č. 360/1992 Sb., o výkonu povolání autorizovaných architektů a o výkonu povolání autorizovaných inženýrů a techniků činných ve výstavbě, ve znění pozdějších předpisů (dále jen „autorizační zákon“), tedy pro </w:t>
      </w:r>
      <w:r w:rsidRPr="00994BC6">
        <w:rPr>
          <w:b/>
          <w:bCs/>
        </w:rPr>
        <w:t>technologická zařízení staveb</w:t>
      </w:r>
      <w:r w:rsidRPr="00120210">
        <w:t>;</w:t>
      </w:r>
    </w:p>
    <w:p w14:paraId="4C1150A3" w14:textId="5E2DE983" w:rsidR="007C2E78" w:rsidRPr="0082172C" w:rsidRDefault="00D60CE9" w:rsidP="007C2E78">
      <w:pPr>
        <w:pStyle w:val="Odrka1-2-"/>
        <w:rPr>
          <w:rStyle w:val="Tun9b"/>
        </w:rPr>
      </w:pPr>
      <w:r w:rsidRPr="0082172C">
        <w:lastRenderedPageBreak/>
        <w:t>zkušenost s projektováním alespoň jedné zakázky na projektové práce pro stavby železničních drah ve stupni DSP nebo DUSP nebo DSP+PDPS nebo DUSP+PDPS</w:t>
      </w:r>
      <w:r w:rsidR="00992213">
        <w:t xml:space="preserve"> nebo PDPS</w:t>
      </w:r>
      <w:r w:rsidRPr="0082172C">
        <w:t xml:space="preserve">, která obsahovala mimo jiné alespoň následující činnosti: projektování </w:t>
      </w:r>
      <w:r w:rsidRPr="0082172C">
        <w:rPr>
          <w:rFonts w:eastAsia="Times New Roman" w:cs="Times New Roman"/>
          <w:lang w:eastAsia="cs-CZ"/>
        </w:rPr>
        <w:t>sdělovacího zařízení</w:t>
      </w:r>
      <w:r w:rsidRPr="0082172C">
        <w:t xml:space="preserve">, </w:t>
      </w:r>
      <w:r w:rsidRPr="0082172C">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82172C">
        <w:t>;</w:t>
      </w:r>
    </w:p>
    <w:p w14:paraId="044069D6" w14:textId="5CB4C83B" w:rsidR="0035531B" w:rsidRPr="004F4496" w:rsidRDefault="0035531B" w:rsidP="00EF4DAC">
      <w:pPr>
        <w:pStyle w:val="Odstavec1-1a"/>
        <w:numPr>
          <w:ilvl w:val="0"/>
          <w:numId w:val="11"/>
        </w:numPr>
        <w:rPr>
          <w:rStyle w:val="Tun9b"/>
        </w:rPr>
      </w:pPr>
      <w:r w:rsidRPr="004F4496">
        <w:rPr>
          <w:rStyle w:val="Tun9b"/>
        </w:rPr>
        <w:t>stavbyvedoucí</w:t>
      </w:r>
    </w:p>
    <w:p w14:paraId="5D013D3E" w14:textId="0EF9124F" w:rsidR="0035531B" w:rsidRDefault="0035531B" w:rsidP="00930B79">
      <w:pPr>
        <w:pStyle w:val="Odrka1-2-"/>
      </w:pPr>
      <w:r w:rsidRPr="007C2E78">
        <w:t>nejméně 5 let praxe</w:t>
      </w:r>
      <w:r w:rsidR="00092CC9" w:rsidRPr="007C2E78">
        <w:t xml:space="preserve"> v </w:t>
      </w:r>
      <w:r w:rsidRPr="007C2E78">
        <w:t>řízení provádění staveb železničních drah;</w:t>
      </w:r>
    </w:p>
    <w:p w14:paraId="044027E3" w14:textId="1039458A" w:rsidR="00D60CE9" w:rsidRPr="007C2E78" w:rsidRDefault="00D60CE9" w:rsidP="00930B79">
      <w:pPr>
        <w:pStyle w:val="Odrka1-2-"/>
      </w:pPr>
      <w:r w:rsidRPr="000F7323">
        <w:t xml:space="preserve">zkušenost s řízením realizace alespoň jedné zakázky na stavební práce, jež zahrnovala novostavbu nebo rekonstrukci stavby železničních drah v hodnotě nejméně </w:t>
      </w:r>
      <w:r w:rsidR="00DB666E">
        <w:rPr>
          <w:b/>
          <w:bCs/>
        </w:rPr>
        <w:t>20</w:t>
      </w:r>
      <w:r w:rsidRPr="000F7323">
        <w:rPr>
          <w:b/>
        </w:rPr>
        <w:t xml:space="preserve"> 000 000,- Kč </w:t>
      </w:r>
      <w:r w:rsidRPr="000F7323">
        <w:t>bez DPH, a to v posledních 10 letech před zahájením výběrového řízení, jejímž předmětem byla mimo jiné novostavba nebo rekonstrukce sdělovacího zařízení;</w:t>
      </w:r>
    </w:p>
    <w:p w14:paraId="32D268AB" w14:textId="654A80E0" w:rsidR="0035531B" w:rsidRPr="007C2E78" w:rsidRDefault="0035531B" w:rsidP="00AD1771">
      <w:pPr>
        <w:pStyle w:val="Odrka1-2-"/>
      </w:pPr>
      <w:r w:rsidRPr="007C2E78">
        <w:t>musí předložit doklad</w:t>
      </w:r>
      <w:r w:rsidR="00092CC9" w:rsidRPr="007C2E78">
        <w:t xml:space="preserve"> o </w:t>
      </w:r>
      <w:r w:rsidRPr="007C2E78">
        <w:t>autorizaci</w:t>
      </w:r>
      <w:r w:rsidR="00092CC9" w:rsidRPr="007C2E78">
        <w:t xml:space="preserve"> v </w:t>
      </w:r>
      <w:r w:rsidRPr="007C2E78">
        <w:t xml:space="preserve">rozsahu dle § 5 odst. 3 písm. </w:t>
      </w:r>
      <w:r w:rsidR="007C2E78" w:rsidRPr="00994BC6">
        <w:rPr>
          <w:rFonts w:ascii="Verdana" w:hAnsi="Verdana" w:cs="Calibri"/>
          <w:b/>
        </w:rPr>
        <w:t>e</w:t>
      </w:r>
      <w:r w:rsidRPr="00994BC6">
        <w:rPr>
          <w:b/>
        </w:rPr>
        <w:t>)</w:t>
      </w:r>
      <w:r w:rsidR="007C2E78" w:rsidRPr="007C2E78">
        <w:t xml:space="preserve"> </w:t>
      </w:r>
      <w:r w:rsidR="007476A8" w:rsidRPr="007C2E78">
        <w:t xml:space="preserve">autorizačního </w:t>
      </w:r>
      <w:r w:rsidRPr="007C2E78">
        <w:t xml:space="preserve">zákona, </w:t>
      </w:r>
      <w:r w:rsidR="007C2E78" w:rsidRPr="007C2E78">
        <w:rPr>
          <w:rFonts w:ascii="Verdana" w:hAnsi="Verdana" w:cs="Calibri"/>
        </w:rPr>
        <w:t xml:space="preserve">tedy pro </w:t>
      </w:r>
      <w:r w:rsidR="007C2E78" w:rsidRPr="00994BC6">
        <w:rPr>
          <w:rFonts w:ascii="Verdana" w:hAnsi="Verdana" w:cs="Calibri"/>
          <w:b/>
          <w:bCs/>
        </w:rPr>
        <w:t>technologická zařízení staveb</w:t>
      </w:r>
      <w:r w:rsidRPr="007C2E78">
        <w:t>;</w:t>
      </w:r>
    </w:p>
    <w:p w14:paraId="4B856CAB" w14:textId="001EAFA1" w:rsidR="0035531B" w:rsidRPr="00277FA2" w:rsidRDefault="0035531B" w:rsidP="008B2021">
      <w:pPr>
        <w:pStyle w:val="Odstavec1-1a"/>
        <w:rPr>
          <w:rStyle w:val="Tun9b"/>
        </w:rPr>
      </w:pPr>
      <w:r w:rsidRPr="00277FA2">
        <w:rPr>
          <w:rStyle w:val="Tun9b"/>
        </w:rPr>
        <w:t xml:space="preserve">specialista (vedoucí prací) na </w:t>
      </w:r>
      <w:r w:rsidR="00AF4A09" w:rsidRPr="00277FA2">
        <w:rPr>
          <w:rStyle w:val="Tun9b"/>
        </w:rPr>
        <w:t xml:space="preserve">sdělovací </w:t>
      </w:r>
      <w:r w:rsidRPr="00277FA2">
        <w:rPr>
          <w:rStyle w:val="Tun9b"/>
        </w:rPr>
        <w:t>zařízení</w:t>
      </w:r>
    </w:p>
    <w:p w14:paraId="0D24011D" w14:textId="5B2822CD" w:rsidR="0035531B" w:rsidRPr="00277FA2" w:rsidRDefault="0035531B" w:rsidP="008B2021">
      <w:pPr>
        <w:pStyle w:val="Odrka1-2-"/>
      </w:pPr>
      <w:r w:rsidRPr="00277FA2">
        <w:t>nejméně 5 let praxe</w:t>
      </w:r>
      <w:r w:rsidR="00092CC9" w:rsidRPr="00277FA2">
        <w:t xml:space="preserve"> v </w:t>
      </w:r>
      <w:r w:rsidRPr="00277FA2">
        <w:t xml:space="preserve">oboru své specializace </w:t>
      </w:r>
      <w:r w:rsidR="00B07880" w:rsidRPr="00277FA2">
        <w:t xml:space="preserve">(sdělovací zařízení) </w:t>
      </w:r>
      <w:r w:rsidRPr="00277FA2">
        <w:t>při provádění staveb;</w:t>
      </w:r>
    </w:p>
    <w:p w14:paraId="394B6F75" w14:textId="52152248" w:rsidR="0035531B" w:rsidRPr="00277FA2" w:rsidRDefault="0035531B" w:rsidP="008B2021">
      <w:pPr>
        <w:pStyle w:val="Odrka1-2-"/>
      </w:pPr>
      <w:r w:rsidRPr="00277FA2">
        <w:t>musí předložit doklad</w:t>
      </w:r>
      <w:r w:rsidR="00092CC9" w:rsidRPr="00277FA2">
        <w:t xml:space="preserve"> o </w:t>
      </w:r>
      <w:r w:rsidRPr="00277FA2">
        <w:t>autorizaci</w:t>
      </w:r>
      <w:r w:rsidR="00092CC9" w:rsidRPr="00277FA2">
        <w:t xml:space="preserve"> v </w:t>
      </w:r>
      <w:r w:rsidRPr="00277FA2">
        <w:t xml:space="preserve">rozsahu dle § 5 odst. 3 písm. </w:t>
      </w:r>
      <w:r w:rsidRPr="00994BC6">
        <w:rPr>
          <w:b/>
          <w:bCs/>
        </w:rPr>
        <w:t>e)</w:t>
      </w:r>
      <w:r w:rsidR="00063B90">
        <w:rPr>
          <w:b/>
          <w:bCs/>
        </w:rPr>
        <w:t xml:space="preserve"> </w:t>
      </w:r>
      <w:r w:rsidRPr="00277FA2">
        <w:t>autorizačního zákona, tedy</w:t>
      </w:r>
      <w:r w:rsidR="00092CC9" w:rsidRPr="00277FA2">
        <w:t xml:space="preserve"> v </w:t>
      </w:r>
      <w:r w:rsidRPr="00277FA2">
        <w:t xml:space="preserve">oboru </w:t>
      </w:r>
      <w:r w:rsidRPr="00994BC6">
        <w:rPr>
          <w:b/>
          <w:bCs/>
        </w:rPr>
        <w:t>technologická zařízení staveb</w:t>
      </w:r>
      <w:r w:rsidRPr="00277FA2">
        <w:t>;</w:t>
      </w:r>
    </w:p>
    <w:p w14:paraId="423DBD67" w14:textId="77777777" w:rsidR="0035531B" w:rsidRPr="004F4496" w:rsidRDefault="0035531B" w:rsidP="008B2021">
      <w:pPr>
        <w:pStyle w:val="Odstavec1-1a"/>
        <w:rPr>
          <w:rStyle w:val="Tun9b"/>
        </w:rPr>
      </w:pPr>
      <w:r w:rsidRPr="004F4496">
        <w:rPr>
          <w:rStyle w:val="Tun9b"/>
        </w:rPr>
        <w:t>osoba odpovědná za bezpečnost</w:t>
      </w:r>
      <w:r w:rsidR="00845C50" w:rsidRPr="004F4496">
        <w:rPr>
          <w:rStyle w:val="Tun9b"/>
        </w:rPr>
        <w:t xml:space="preserve"> a </w:t>
      </w:r>
      <w:r w:rsidRPr="004F4496">
        <w:rPr>
          <w:rStyle w:val="Tun9b"/>
        </w:rPr>
        <w:t>ochranu zdraví při práci</w:t>
      </w:r>
    </w:p>
    <w:p w14:paraId="42D38D07" w14:textId="77777777" w:rsidR="0035531B" w:rsidRPr="004F4496" w:rsidRDefault="0035531B" w:rsidP="008B2021">
      <w:pPr>
        <w:pStyle w:val="Odrka1-2-"/>
      </w:pPr>
      <w:r w:rsidRPr="004F4496">
        <w:t>nejméně 5 let praxe</w:t>
      </w:r>
      <w:r w:rsidR="00092CC9" w:rsidRPr="004F4496">
        <w:t xml:space="preserve"> v </w:t>
      </w:r>
      <w:r w:rsidRPr="004F4496">
        <w:t>oboru bezpečnosti</w:t>
      </w:r>
      <w:r w:rsidR="00845C50" w:rsidRPr="004F4496">
        <w:t xml:space="preserve"> a </w:t>
      </w:r>
      <w:r w:rsidRPr="004F4496">
        <w:t>ochrany zdraví při práci;</w:t>
      </w:r>
    </w:p>
    <w:p w14:paraId="555156A2" w14:textId="77777777" w:rsidR="0035531B" w:rsidRPr="004F4496" w:rsidRDefault="0035531B" w:rsidP="008B2021">
      <w:pPr>
        <w:pStyle w:val="Odstavec1-1a"/>
        <w:rPr>
          <w:rStyle w:val="Tun9b"/>
        </w:rPr>
      </w:pPr>
      <w:r w:rsidRPr="004F4496">
        <w:rPr>
          <w:rStyle w:val="Tun9b"/>
        </w:rPr>
        <w:t>osoba odpovědná za odpadové hospodářství</w:t>
      </w:r>
    </w:p>
    <w:p w14:paraId="2F006F7D" w14:textId="77777777" w:rsidR="0035531B" w:rsidRPr="004F4496" w:rsidRDefault="0035531B" w:rsidP="00BB5D51">
      <w:pPr>
        <w:pStyle w:val="Odrka1-2-"/>
        <w:spacing w:after="240"/>
      </w:pPr>
      <w:r w:rsidRPr="004F4496">
        <w:t>nejméně 5 let praxe</w:t>
      </w:r>
      <w:r w:rsidR="00092CC9" w:rsidRPr="004F4496">
        <w:t xml:space="preserve"> v </w:t>
      </w:r>
      <w:r w:rsidRPr="004F4496">
        <w:t>oboru odpadového hospodářství;</w:t>
      </w:r>
    </w:p>
    <w:p w14:paraId="5F484806" w14:textId="77777777" w:rsidR="0035531B" w:rsidRDefault="0035531B" w:rsidP="008B2021">
      <w:pPr>
        <w:pStyle w:val="Textbezslovn"/>
      </w:pPr>
      <w:r w:rsidRPr="00A6247A">
        <w:rPr>
          <w:rStyle w:val="Tun9b"/>
        </w:rPr>
        <w:t>Zkušeností</w:t>
      </w:r>
      <w:r w:rsidR="00845C50" w:rsidRPr="00A6247A">
        <w:rPr>
          <w:rStyle w:val="Tun9b"/>
        </w:rPr>
        <w:t xml:space="preserve"> s </w:t>
      </w:r>
      <w:r w:rsidRPr="00A6247A">
        <w:rPr>
          <w:rStyle w:val="Tun9b"/>
        </w:rPr>
        <w:t>řízením realizace</w:t>
      </w:r>
      <w:r w:rsidRPr="00D60CE9">
        <w:t xml:space="preserve"> stavby nebo </w:t>
      </w:r>
      <w:r w:rsidRPr="00D60CE9">
        <w:rPr>
          <w:rStyle w:val="Tun9b"/>
        </w:rPr>
        <w:t>praxí</w:t>
      </w:r>
      <w:r w:rsidR="00092CC9" w:rsidRPr="00D60CE9">
        <w:rPr>
          <w:rStyle w:val="Tun9b"/>
        </w:rPr>
        <w:t xml:space="preserve"> v </w:t>
      </w:r>
      <w:r w:rsidRPr="00D60CE9">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B328EF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w:t>
      </w:r>
      <w:r w:rsidR="004F4496">
        <w:t xml:space="preserve">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 xml:space="preserve">požadovaném období řádně účastnil </w:t>
      </w:r>
      <w:r>
        <w:lastRenderedPageBreak/>
        <w:t>(nebude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2E8B9529" w:rsidR="0035531B" w:rsidRDefault="0035531B" w:rsidP="0035531B">
      <w:pPr>
        <w:pStyle w:val="Text1-1"/>
        <w:rPr>
          <w:rStyle w:val="Tun9b"/>
        </w:rPr>
      </w:pPr>
      <w:r w:rsidRPr="0006499F">
        <w:rPr>
          <w:rStyle w:val="Tun9b"/>
        </w:rPr>
        <w:t>Další technická kvalifikace</w:t>
      </w:r>
    </w:p>
    <w:p w14:paraId="3BE61DDC" w14:textId="0F89F6EE" w:rsidR="00F352D3" w:rsidRPr="0025485A" w:rsidRDefault="00F352D3" w:rsidP="00F352D3">
      <w:pPr>
        <w:pStyle w:val="Text1-1"/>
        <w:numPr>
          <w:ilvl w:val="0"/>
          <w:numId w:val="0"/>
        </w:numPr>
        <w:ind w:left="737"/>
        <w:rPr>
          <w:rStyle w:val="Tun9b"/>
          <w:b w:val="0"/>
          <w:bCs/>
        </w:rPr>
      </w:pPr>
      <w:r w:rsidRPr="0025485A">
        <w:rPr>
          <w:rStyle w:val="Tun9b"/>
          <w:b w:val="0"/>
          <w:bCs/>
        </w:rPr>
        <w:t>Nepožaduje se.</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lastRenderedPageBreak/>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1E718E6" w14:textId="036F2893"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A744546" w14:textId="77777777" w:rsidR="00677580" w:rsidRDefault="00677580"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 xml:space="preserve">odborné kvalifikaci členů odborného personálu dodavatele </w:t>
      </w:r>
      <w:r w:rsidRPr="0006499F">
        <w:rPr>
          <w:rStyle w:val="Tun9b"/>
        </w:rPr>
        <w:lastRenderedPageBreak/>
        <w:t>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 xml:space="preserve">z výběrového řízení </w:t>
      </w:r>
      <w:proofErr w:type="gramStart"/>
      <w:r>
        <w:t>vyloučí</w:t>
      </w:r>
      <w:proofErr w:type="gramEnd"/>
      <w:r>
        <w:t>.</w:t>
      </w:r>
    </w:p>
    <w:p w14:paraId="7C51BD80" w14:textId="77777777" w:rsidR="0035531B" w:rsidRDefault="0035531B" w:rsidP="00A512B6">
      <w:pPr>
        <w:pStyle w:val="Nadpis1-1"/>
        <w:spacing w:before="120"/>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3642D4C1" w:rsidR="0035531B" w:rsidRDefault="0035531B" w:rsidP="005E4999">
      <w:pPr>
        <w:pStyle w:val="Odrka1-1"/>
        <w:numPr>
          <w:ilvl w:val="0"/>
          <w:numId w:val="0"/>
        </w:numPr>
        <w:ind w:left="1077"/>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5E499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3D9EA44C"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w:t>
      </w:r>
    </w:p>
    <w:p w14:paraId="76F74A76" w14:textId="0A11BAC0"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lastRenderedPageBreak/>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A512B6">
      <w:pPr>
        <w:pStyle w:val="Nadpis1-1"/>
        <w:spacing w:before="120"/>
      </w:pPr>
      <w:bookmarkStart w:id="14" w:name="_Toc11120099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A512B6">
      <w:pPr>
        <w:pStyle w:val="Nadpis1-1"/>
        <w:spacing w:before="120"/>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w:t>
      </w:r>
      <w:r w:rsidRPr="00FD2EA2">
        <w:lastRenderedPageBreak/>
        <w:t>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A512B6">
      <w:pPr>
        <w:pStyle w:val="Nadpis1-1"/>
        <w:spacing w:before="120"/>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94BFE">
        <w:rPr>
          <w:rFonts w:cs="Arial"/>
          <w:b/>
        </w:rPr>
        <w:t>Nabídky lze podat v termínu, který je uveden na profilu zadavatele:</w:t>
      </w:r>
      <w:r w:rsidRPr="00F94BFE">
        <w:rPr>
          <w:rFonts w:cs="Arial"/>
        </w:rPr>
        <w:t xml:space="preserve"> </w:t>
      </w:r>
      <w:hyperlink r:id="rId20" w:history="1">
        <w:r w:rsidRPr="00F94BFE">
          <w:rPr>
            <w:rStyle w:val="Hypertextovodkaz"/>
            <w:rFonts w:cs="Arial"/>
            <w:b/>
            <w:bCs/>
            <w:lang w:eastAsia="cs-CZ"/>
          </w:rPr>
          <w:t>https://zakazky.spravazeleznic.cz/</w:t>
        </w:r>
      </w:hyperlink>
      <w:r w:rsidRPr="00F94BFE">
        <w:rPr>
          <w:rFonts w:cs="Arial"/>
          <w:b/>
        </w:rPr>
        <w:t>.</w:t>
      </w:r>
    </w:p>
    <w:p w14:paraId="6A3CE470" w14:textId="77777777"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9965337" w:rsidR="00695DAA" w:rsidRDefault="00695DAA" w:rsidP="00695DAA">
      <w:pPr>
        <w:pStyle w:val="Odrka1-1"/>
      </w:pPr>
      <w:r>
        <w:t xml:space="preserve">Doklady prokazující splnění </w:t>
      </w:r>
      <w:r w:rsidRPr="00695DAA">
        <w:rPr>
          <w:b/>
        </w:rPr>
        <w:t>technické kvalifikace</w:t>
      </w:r>
      <w:r>
        <w:t>, tj. seznam</w:t>
      </w:r>
      <w:r w:rsidR="0052690D">
        <w:t xml:space="preserve"> významných služeb a</w:t>
      </w:r>
      <w:r>
        <w:t xml:space="preserve">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E824F27" w:rsidR="0035531B" w:rsidRDefault="00583EC8" w:rsidP="00695DAA">
      <w:pPr>
        <w:pStyle w:val="Odrka1-1"/>
      </w:pPr>
      <w:r>
        <w:t xml:space="preserve">Oceněný formulář na výkon a funkci </w:t>
      </w:r>
      <w:r w:rsidR="00BB0379">
        <w:t>obsažený</w:t>
      </w:r>
      <w:r w:rsidR="00695DAA">
        <w:t xml:space="preserve"> v </w:t>
      </w:r>
      <w:r w:rsidR="00695DAA" w:rsidRPr="00B53641">
        <w:t>Dílu 4 zadávací dokumentace</w:t>
      </w:r>
      <w:r w:rsidR="00BB0379" w:rsidRPr="00B53641">
        <w:t>, včetně Rekapitulace ceny dle SO a PS</w:t>
      </w:r>
      <w:r w:rsidR="00B53641" w:rsidRPr="00B53641">
        <w:t xml:space="preserve"> a Všeobecného objektu</w:t>
      </w:r>
      <w:r w:rsidR="0035531B" w:rsidRPr="00B5364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695DAA">
        <w:rPr>
          <w:rStyle w:val="Tun9b"/>
          <w:b w:val="0"/>
        </w:rP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A512B6">
      <w:pPr>
        <w:pStyle w:val="Nadpis1-1"/>
        <w:spacing w:before="120"/>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A512B6">
      <w:pPr>
        <w:pStyle w:val="Nadpis1-1"/>
        <w:spacing w:before="120"/>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97A4318"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A512B6">
      <w:pPr>
        <w:pStyle w:val="Nadpis1-1"/>
        <w:spacing w:before="120"/>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A512B6">
      <w:pPr>
        <w:pStyle w:val="Nadpis1-1"/>
        <w:spacing w:before="120"/>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A512B6">
      <w:pPr>
        <w:pStyle w:val="Nadpis1-1"/>
        <w:spacing w:before="120"/>
      </w:pPr>
      <w:bookmarkStart w:id="21" w:name="_Toc11120100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A512B6">
      <w:pPr>
        <w:pStyle w:val="Nadpis1-1"/>
        <w:spacing w:before="120"/>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E5A12AF" w:rsidR="0035531B" w:rsidRPr="003C0590" w:rsidRDefault="007B3D4D" w:rsidP="00ED05ED">
      <w:pPr>
        <w:pStyle w:val="Text1-1"/>
        <w:numPr>
          <w:ilvl w:val="0"/>
          <w:numId w:val="0"/>
        </w:numPr>
        <w:ind w:left="737"/>
      </w:pPr>
      <w:r w:rsidRPr="003C0590">
        <w:t xml:space="preserve">Pokud bude nabídka vybraného dodavatele obsahovat nabídkovou cenu, která </w:t>
      </w:r>
      <w:proofErr w:type="gramStart"/>
      <w:r w:rsidRPr="003C0590">
        <w:t>překročí</w:t>
      </w:r>
      <w:proofErr w:type="gramEnd"/>
      <w:r w:rsidRPr="003C0590">
        <w:t xml:space="preserve"> režim veřejné zakázky, bude výběrové řízení zrušeno.</w:t>
      </w:r>
    </w:p>
    <w:p w14:paraId="2ACC89C4" w14:textId="1D2D1381"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F80AF2">
        <w:t>30 000 000</w:t>
      </w:r>
      <w:r>
        <w:t xml:space="preserve"> Kč bez DPH.</w:t>
      </w:r>
    </w:p>
    <w:p w14:paraId="045C72D6" w14:textId="77777777" w:rsidR="0035531B" w:rsidRDefault="0035531B" w:rsidP="00A512B6">
      <w:pPr>
        <w:pStyle w:val="Nadpis1-1"/>
        <w:spacing w:before="120"/>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B1F49B1"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57BD2">
        <w:t xml:space="preserve">uvedené v článku 19.3, resp. v článku 19.4 </w:t>
      </w:r>
      <w:r w:rsidR="005909AC" w:rsidRPr="00657BD2">
        <w:t xml:space="preserve">až 19.8 </w:t>
      </w:r>
      <w:r w:rsidRPr="00657BD2">
        <w:t>Výzvy</w:t>
      </w:r>
      <w:r w:rsidR="002952C6" w:rsidRPr="00657BD2">
        <w:t>, d</w:t>
      </w:r>
      <w:r w:rsidR="002952C6">
        <w:t>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450EFD20" w:rsidR="0035531B" w:rsidRPr="00CE0177" w:rsidRDefault="00C759F1" w:rsidP="00C759F1">
      <w:pPr>
        <w:pStyle w:val="Odrka1-1"/>
      </w:pPr>
      <w:r w:rsidRPr="00CE0177">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rsidRPr="00CE0177">
        <w:t xml:space="preserve">;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lastRenderedPageBreak/>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w:t>
      </w:r>
      <w:r w:rsidR="008D63F0" w:rsidRPr="00090C69">
        <w:lastRenderedPageBreak/>
        <w:t>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A512B6">
      <w:pPr>
        <w:pStyle w:val="Nadpis1-1"/>
        <w:spacing w:before="120"/>
      </w:pPr>
      <w:bookmarkStart w:id="25" w:name="_Toc111201004"/>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A512B6">
      <w:pPr>
        <w:pStyle w:val="Nadpis1-1"/>
        <w:spacing w:before="120"/>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1BAD3EF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w:t>
      </w:r>
      <w:r w:rsidRPr="00E5057A">
        <w:t>nku 4.</w:t>
      </w:r>
      <w:r w:rsidR="00833416" w:rsidRPr="00E5057A">
        <w:t>7</w:t>
      </w:r>
      <w:r w:rsidR="00833416">
        <w:t xml:space="preserve"> </w:t>
      </w:r>
      <w:r>
        <w:t>závazného vzoru smlouvy, který je dílem 2 zadávací dokumentace.</w:t>
      </w:r>
    </w:p>
    <w:p w14:paraId="1AD277E7" w14:textId="35627EB6" w:rsidR="00261024" w:rsidRDefault="00261024" w:rsidP="00A512B6">
      <w:pPr>
        <w:pStyle w:val="Nadpis1-1"/>
        <w:spacing w:before="120"/>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xml:space="preserve">), a dalších prováděcích předpisů k tomuto Nařízení č. 269/2014 (tzv. sankční </w:t>
      </w:r>
      <w:r>
        <w:lastRenderedPageBreak/>
        <w:t>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A512B6">
      <w:pPr>
        <w:pStyle w:val="Nadpis1-1"/>
        <w:spacing w:before="120"/>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601014E8" w:rsidR="0035531B" w:rsidRDefault="0035531B" w:rsidP="00564DDD">
      <w:pPr>
        <w:pStyle w:val="Textbezslovn"/>
        <w:tabs>
          <w:tab w:val="left" w:pos="2127"/>
        </w:tabs>
        <w:spacing w:after="0"/>
        <w:ind w:left="2127" w:hanging="1390"/>
      </w:pPr>
      <w:r>
        <w:t>Příloha č. 4</w:t>
      </w:r>
      <w:r>
        <w:tab/>
        <w:t xml:space="preserve">Seznam </w:t>
      </w:r>
      <w:r w:rsidR="00A548E2">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F504F83" w:rsidR="0035531B" w:rsidRDefault="0035531B" w:rsidP="00564DDD">
      <w:pPr>
        <w:pStyle w:val="Textbezslovn"/>
        <w:spacing w:after="0"/>
      </w:pPr>
      <w:r w:rsidRPr="007E34AA">
        <w:t>V</w:t>
      </w:r>
      <w:r w:rsidR="007E34AA" w:rsidRPr="007E34AA">
        <w:t> </w:t>
      </w:r>
      <w:r w:rsidRPr="007E34AA">
        <w:t>Praze</w:t>
      </w:r>
    </w:p>
    <w:p w14:paraId="4DB28D86" w14:textId="7A7311E0" w:rsidR="007E34AA" w:rsidRDefault="007E34AA" w:rsidP="00564DDD">
      <w:pPr>
        <w:pStyle w:val="Textbezslovn"/>
        <w:spacing w:after="0"/>
      </w:pPr>
    </w:p>
    <w:p w14:paraId="2B81B6C9" w14:textId="2A4E12F7" w:rsidR="00B1737B" w:rsidRDefault="00B1737B" w:rsidP="00564DDD">
      <w:pPr>
        <w:pStyle w:val="Textbezslovn"/>
        <w:spacing w:after="0"/>
      </w:pPr>
    </w:p>
    <w:p w14:paraId="103A4E52" w14:textId="77777777" w:rsidR="00B1737B" w:rsidRDefault="00B1737B" w:rsidP="00564DDD">
      <w:pPr>
        <w:pStyle w:val="Textbezslovn"/>
        <w:spacing w:after="0"/>
      </w:pPr>
    </w:p>
    <w:p w14:paraId="5DD9F219" w14:textId="77777777" w:rsidR="007E34AA" w:rsidRDefault="007E34AA" w:rsidP="00564DDD">
      <w:pPr>
        <w:pStyle w:val="Textbezslovn"/>
        <w:spacing w:after="0"/>
      </w:pP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12DCD203" w:rsidR="0035531B" w:rsidRPr="00B36181" w:rsidRDefault="007E34AA" w:rsidP="00564DDD">
      <w:pPr>
        <w:pStyle w:val="Textbezslovn"/>
        <w:spacing w:after="0"/>
        <w:rPr>
          <w:highlight w:val="green"/>
        </w:rPr>
      </w:pPr>
      <w:r>
        <w:rPr>
          <w:b/>
          <w:bCs/>
        </w:rPr>
        <w:t xml:space="preserve">Ing. Petr </w:t>
      </w:r>
      <w:proofErr w:type="spellStart"/>
      <w:r>
        <w:rPr>
          <w:b/>
          <w:bCs/>
        </w:rPr>
        <w:t>Hofhanzl</w:t>
      </w:r>
      <w:proofErr w:type="spellEnd"/>
    </w:p>
    <w:p w14:paraId="22E3C2AA" w14:textId="7E429813" w:rsidR="0035531B" w:rsidRDefault="007E34AA" w:rsidP="00564DDD">
      <w:pPr>
        <w:pStyle w:val="Textbezslovn"/>
        <w:spacing w:after="0"/>
      </w:pPr>
      <w:r>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04FDD80" w:rsidR="008C65E0" w:rsidRDefault="006A6AF2" w:rsidP="006A6AF2">
      <w:pPr>
        <w:pStyle w:val="Textbezslovn"/>
        <w:ind w:left="0"/>
      </w:pPr>
      <w:r w:rsidRPr="006A6AF2">
        <w:t xml:space="preserve">Řádně jsme se seznámili se zněním zadávacích podmínek veřejné zakázky s názvem </w:t>
      </w:r>
      <w:r w:rsidR="00F121EF" w:rsidRPr="00F121EF">
        <w:rPr>
          <w:b/>
          <w:bCs/>
        </w:rPr>
        <w:t>„</w:t>
      </w:r>
      <w:r w:rsidR="00154FBE" w:rsidRPr="00154FBE">
        <w:rPr>
          <w:b/>
          <w:bCs/>
        </w:rPr>
        <w:t>Rekonstrukce systému DDTS ŽDC v obvodu OŘ Plzeň, Ústí nad Labem, Hradec Králové</w:t>
      </w:r>
      <w:r w:rsidR="00F121EF" w:rsidRPr="00F121EF">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6DE50639" w:rsidR="0035531B" w:rsidRPr="00AD792A" w:rsidRDefault="0035531B" w:rsidP="00FE4333">
      <w:pPr>
        <w:pStyle w:val="Nadpisbezsl1-2"/>
      </w:pPr>
      <w:r w:rsidRPr="00AD792A">
        <w:t xml:space="preserve">Seznam </w:t>
      </w:r>
      <w:r w:rsidR="00A172EB">
        <w:t xml:space="preserve">významných služeb a </w:t>
      </w:r>
      <w:r w:rsidRPr="00AD792A">
        <w:t>stavebních prací</w:t>
      </w:r>
    </w:p>
    <w:p w14:paraId="73823353" w14:textId="77777777" w:rsidR="00A172EB" w:rsidRPr="007A7C2C" w:rsidRDefault="00A172EB" w:rsidP="00A172EB">
      <w:pPr>
        <w:pStyle w:val="Textbezslovn"/>
        <w:ind w:left="0"/>
        <w:rPr>
          <w:b/>
        </w:rPr>
      </w:pPr>
      <w:r w:rsidRPr="007A7C2C">
        <w:rPr>
          <w:b/>
        </w:rPr>
        <w:t>Seznam významných služeb</w:t>
      </w: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A172EB" w:rsidRPr="007A7C2C" w14:paraId="7B06F953" w14:textId="77777777" w:rsidTr="00C905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14E251F3" w14:textId="77777777" w:rsidR="00A172EB" w:rsidRPr="007A7C2C" w:rsidRDefault="00A172EB" w:rsidP="00C905A2">
            <w:pPr>
              <w:rPr>
                <w:b/>
                <w:sz w:val="16"/>
                <w:szCs w:val="16"/>
              </w:rPr>
            </w:pPr>
            <w:r w:rsidRPr="007A7C2C">
              <w:rPr>
                <w:b/>
              </w:rPr>
              <w:t>Název služby/ zakázky</w:t>
            </w:r>
            <w:r w:rsidRPr="007A7C2C">
              <w:rPr>
                <w:b/>
                <w:sz w:val="16"/>
                <w:szCs w:val="16"/>
              </w:rPr>
              <w:t xml:space="preserve"> </w:t>
            </w:r>
          </w:p>
        </w:tc>
        <w:tc>
          <w:tcPr>
            <w:tcW w:w="1506" w:type="dxa"/>
          </w:tcPr>
          <w:p w14:paraId="496E9F0F"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33D8DCBD"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219913C8"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0898A053"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24B3A43" w14:textId="77777777" w:rsidR="00A172EB" w:rsidRPr="007A7C2C" w:rsidRDefault="00A172EB" w:rsidP="00C905A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A172EB" w:rsidRPr="007A7C2C" w14:paraId="5D0CEFF3"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597CEF3"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3BEB2C66"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8132304"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13321C1"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1A29FA9"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6D3F93A"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506F31E6"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45E1ADD"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3939651B"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9E887F6"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8B4C954"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A9C50A3"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9CE751B"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51A5493C"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4DA1B05"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4E4B802F"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1815E18"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B03A273"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57BE68C"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D4881B8"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18A4961E"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CF75106"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46EC1EEF"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B6B82CD"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685D35C"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70A1EA8"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4A46C947"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294E39F1" w14:textId="77777777" w:rsidTr="00C905A2">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D1FB0E5" w14:textId="77777777" w:rsidR="00A172EB" w:rsidRPr="007A7C2C" w:rsidRDefault="00A172EB" w:rsidP="00C905A2">
            <w:pPr>
              <w:rPr>
                <w:sz w:val="16"/>
                <w:szCs w:val="16"/>
                <w:highlight w:val="yellow"/>
              </w:rPr>
            </w:pPr>
            <w:r w:rsidRPr="007A7C2C">
              <w:rPr>
                <w:sz w:val="16"/>
                <w:szCs w:val="16"/>
                <w:highlight w:val="yellow"/>
              </w:rPr>
              <w:t>[DOPLNÍ DODAVATEL]</w:t>
            </w:r>
          </w:p>
        </w:tc>
        <w:tc>
          <w:tcPr>
            <w:tcW w:w="1506" w:type="dxa"/>
          </w:tcPr>
          <w:p w14:paraId="43D243A4"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479CD8E"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FCFBEC3"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FD63A8B"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890E281" w14:textId="77777777" w:rsidR="00A172EB" w:rsidRPr="007A7C2C" w:rsidRDefault="00A172EB" w:rsidP="00C905A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A172EB" w:rsidRPr="007A7C2C" w14:paraId="5407EE99" w14:textId="77777777" w:rsidTr="00C905A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3911AC8A" w14:textId="77777777" w:rsidR="00A172EB" w:rsidRPr="007A7C2C" w:rsidRDefault="00A172EB" w:rsidP="00C905A2">
            <w:pPr>
              <w:rPr>
                <w:b w:val="0"/>
                <w:sz w:val="16"/>
                <w:szCs w:val="16"/>
                <w:highlight w:val="yellow"/>
              </w:rPr>
            </w:pPr>
            <w:r w:rsidRPr="007A7C2C">
              <w:rPr>
                <w:b w:val="0"/>
                <w:sz w:val="16"/>
                <w:szCs w:val="16"/>
                <w:highlight w:val="yellow"/>
              </w:rPr>
              <w:t>[DOPLNÍ DODAVATEL]</w:t>
            </w:r>
          </w:p>
        </w:tc>
        <w:tc>
          <w:tcPr>
            <w:tcW w:w="1506" w:type="dxa"/>
            <w:shd w:val="clear" w:color="auto" w:fill="auto"/>
          </w:tcPr>
          <w:p w14:paraId="761509BD"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0238F2C"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0F385A09"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7FE2D6F2"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3C5CED49" w14:textId="77777777" w:rsidR="00A172EB" w:rsidRPr="007A7C2C" w:rsidRDefault="00A172EB" w:rsidP="00C905A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651B769" w14:textId="77777777" w:rsidR="00A172EB" w:rsidRDefault="00A172EB" w:rsidP="00AD792A">
      <w:pPr>
        <w:pStyle w:val="Textbezslovn"/>
        <w:ind w:left="0"/>
        <w:rPr>
          <w:b/>
        </w:rPr>
      </w:pPr>
    </w:p>
    <w:p w14:paraId="07E507B8" w14:textId="3E0EBC11" w:rsidR="00A172EB" w:rsidRPr="00A172EB" w:rsidRDefault="00A172EB" w:rsidP="00AD792A">
      <w:pPr>
        <w:pStyle w:val="Textbezslovn"/>
        <w:ind w:left="0"/>
        <w:rPr>
          <w:b/>
        </w:rPr>
      </w:pPr>
      <w:r w:rsidRPr="00A172EB">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B1737B">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lastRenderedPageBreak/>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82D5AF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3C5F72" w:rsidRPr="00F3677F">
        <w:rPr>
          <w:b/>
          <w:bCs/>
        </w:rPr>
        <w:t>„</w:t>
      </w:r>
      <w:r w:rsidR="002B7570" w:rsidRPr="00BC455A">
        <w:rPr>
          <w:b/>
          <w:bCs/>
        </w:rPr>
        <w:t>Rekonstrukce systému DDTS ŽDC v obvodu OŘ Plzeň, Ústí nad Labem, Hradec Králové</w:t>
      </w:r>
      <w:r w:rsidR="003C5F72" w:rsidRPr="00F3677F">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F16A1" w14:textId="77777777" w:rsidR="00942027" w:rsidRDefault="00942027" w:rsidP="00962258">
      <w:pPr>
        <w:spacing w:after="0" w:line="240" w:lineRule="auto"/>
      </w:pPr>
      <w:r>
        <w:separator/>
      </w:r>
    </w:p>
  </w:endnote>
  <w:endnote w:type="continuationSeparator" w:id="0">
    <w:p w14:paraId="3B6F57BA" w14:textId="77777777" w:rsidR="00942027" w:rsidRDefault="009420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52E9" w:rsidRPr="00DD0C77" w14:paraId="43E6FD8A" w14:textId="77777777" w:rsidTr="00EB46E5">
      <w:tc>
        <w:tcPr>
          <w:tcW w:w="1361" w:type="dxa"/>
          <w:tcMar>
            <w:left w:w="0" w:type="dxa"/>
            <w:right w:w="0" w:type="dxa"/>
          </w:tcMar>
          <w:vAlign w:val="bottom"/>
        </w:tcPr>
        <w:p w14:paraId="016FBFAA" w14:textId="78608356" w:rsidR="00B952E9" w:rsidRPr="00B8518B" w:rsidRDefault="00B952E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4BAE">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4BAE">
            <w:rPr>
              <w:rStyle w:val="slostrnky"/>
              <w:noProof/>
            </w:rPr>
            <w:t>46</w:t>
          </w:r>
          <w:r w:rsidRPr="00B8518B">
            <w:rPr>
              <w:rStyle w:val="slostrnky"/>
            </w:rPr>
            <w:fldChar w:fldCharType="end"/>
          </w:r>
        </w:p>
      </w:tc>
      <w:tc>
        <w:tcPr>
          <w:tcW w:w="284" w:type="dxa"/>
          <w:shd w:val="clear" w:color="auto" w:fill="auto"/>
          <w:tcMar>
            <w:left w:w="0" w:type="dxa"/>
            <w:right w:w="0" w:type="dxa"/>
          </w:tcMar>
        </w:tcPr>
        <w:p w14:paraId="37189AA7" w14:textId="77777777" w:rsidR="00B952E9" w:rsidRDefault="00B952E9" w:rsidP="00B8518B">
          <w:pPr>
            <w:pStyle w:val="Zpat"/>
          </w:pPr>
        </w:p>
      </w:tc>
      <w:tc>
        <w:tcPr>
          <w:tcW w:w="425" w:type="dxa"/>
          <w:shd w:val="clear" w:color="auto" w:fill="auto"/>
          <w:tcMar>
            <w:left w:w="0" w:type="dxa"/>
            <w:right w:w="0" w:type="dxa"/>
          </w:tcMar>
        </w:tcPr>
        <w:p w14:paraId="45F1B8FE" w14:textId="77777777" w:rsidR="00B952E9" w:rsidRDefault="00B952E9" w:rsidP="00B8518B">
          <w:pPr>
            <w:pStyle w:val="Zpat"/>
          </w:pPr>
        </w:p>
      </w:tc>
      <w:tc>
        <w:tcPr>
          <w:tcW w:w="8505" w:type="dxa"/>
        </w:tcPr>
        <w:p w14:paraId="6552BBF7" w14:textId="42A6BF3D" w:rsidR="00B952E9" w:rsidRPr="00DD0C77" w:rsidRDefault="00B952E9" w:rsidP="00EB46E5">
          <w:pPr>
            <w:pStyle w:val="Zpat0"/>
          </w:pPr>
          <w:r w:rsidRPr="00DD0C77">
            <w:t>„</w:t>
          </w:r>
          <w:r w:rsidR="00AC529E" w:rsidRPr="000476D5">
            <w:t>Rekonstrukce systému DDTS ŽDC v obvodu OŘ Plzeň, Ústí nad Labem, Hradec Králové</w:t>
          </w:r>
          <w:r w:rsidRPr="00DD0C77">
            <w:t>“</w:t>
          </w:r>
        </w:p>
        <w:p w14:paraId="3201EED0" w14:textId="77777777" w:rsidR="00B952E9" w:rsidRPr="00DD0C77" w:rsidRDefault="00B952E9" w:rsidP="00EB46E5">
          <w:pPr>
            <w:pStyle w:val="Zpat0"/>
          </w:pPr>
          <w:r w:rsidRPr="00DD0C77">
            <w:t>Díl 1 – VÝZVA K PODÁNÍ NABÍDKY</w:t>
          </w:r>
        </w:p>
        <w:p w14:paraId="0F33739D" w14:textId="77777777" w:rsidR="00B952E9" w:rsidRPr="00DD0C77" w:rsidRDefault="00B952E9" w:rsidP="0035531B">
          <w:pPr>
            <w:pStyle w:val="Zpat0"/>
          </w:pPr>
        </w:p>
      </w:tc>
    </w:tr>
  </w:tbl>
  <w:p w14:paraId="0F99771F" w14:textId="77777777" w:rsidR="00B952E9" w:rsidRPr="00B8518B" w:rsidRDefault="00B952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B952E9" w:rsidRPr="00B8518B" w:rsidRDefault="00B952E9" w:rsidP="00460660">
    <w:pPr>
      <w:pStyle w:val="Zpat"/>
      <w:rPr>
        <w:sz w:val="2"/>
        <w:szCs w:val="2"/>
      </w:rPr>
    </w:pPr>
  </w:p>
  <w:p w14:paraId="542534AD" w14:textId="77777777" w:rsidR="00B952E9" w:rsidRPr="00460660" w:rsidRDefault="00B952E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E1788" w14:textId="77777777" w:rsidR="00942027" w:rsidRDefault="00942027" w:rsidP="00962258">
      <w:pPr>
        <w:spacing w:after="0" w:line="240" w:lineRule="auto"/>
      </w:pPr>
      <w:r>
        <w:separator/>
      </w:r>
    </w:p>
  </w:footnote>
  <w:footnote w:type="continuationSeparator" w:id="0">
    <w:p w14:paraId="42831CC0" w14:textId="77777777" w:rsidR="00942027" w:rsidRDefault="00942027" w:rsidP="00962258">
      <w:pPr>
        <w:spacing w:after="0" w:line="240" w:lineRule="auto"/>
      </w:pPr>
      <w:r>
        <w:continuationSeparator/>
      </w:r>
    </w:p>
  </w:footnote>
  <w:footnote w:id="1">
    <w:p w14:paraId="6D9839BF" w14:textId="77777777" w:rsidR="00B952E9" w:rsidRDefault="00B952E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952E9" w:rsidRDefault="00B952E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952E9" w:rsidRDefault="00B952E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952E9" w:rsidRDefault="00B952E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952E9" w:rsidRDefault="00B952E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952E9" w:rsidRDefault="00B952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952E9" w:rsidRDefault="00B952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952E9" w:rsidRDefault="00B952E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952E9" w:rsidRDefault="00B952E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952E9" w:rsidRDefault="00B952E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52E9" w14:paraId="79A2CDDF" w14:textId="77777777" w:rsidTr="00C02D0A">
      <w:trPr>
        <w:trHeight w:hRule="exact" w:val="454"/>
      </w:trPr>
      <w:tc>
        <w:tcPr>
          <w:tcW w:w="1361" w:type="dxa"/>
          <w:tcMar>
            <w:top w:w="57" w:type="dxa"/>
            <w:left w:w="0" w:type="dxa"/>
            <w:right w:w="0" w:type="dxa"/>
          </w:tcMar>
        </w:tcPr>
        <w:p w14:paraId="6F56E93F" w14:textId="77777777" w:rsidR="00B952E9" w:rsidRPr="00B8518B" w:rsidRDefault="00B952E9" w:rsidP="00523EA7">
          <w:pPr>
            <w:pStyle w:val="Zpat"/>
            <w:rPr>
              <w:rStyle w:val="slostrnky"/>
            </w:rPr>
          </w:pPr>
        </w:p>
      </w:tc>
      <w:tc>
        <w:tcPr>
          <w:tcW w:w="3458" w:type="dxa"/>
          <w:shd w:val="clear" w:color="auto" w:fill="auto"/>
          <w:tcMar>
            <w:top w:w="57" w:type="dxa"/>
            <w:left w:w="0" w:type="dxa"/>
            <w:right w:w="0" w:type="dxa"/>
          </w:tcMar>
        </w:tcPr>
        <w:p w14:paraId="743F0C7F" w14:textId="77777777" w:rsidR="00B952E9" w:rsidRDefault="00B952E9" w:rsidP="00523EA7">
          <w:pPr>
            <w:pStyle w:val="Zpat"/>
          </w:pPr>
        </w:p>
      </w:tc>
      <w:tc>
        <w:tcPr>
          <w:tcW w:w="5698" w:type="dxa"/>
          <w:shd w:val="clear" w:color="auto" w:fill="auto"/>
          <w:tcMar>
            <w:top w:w="57" w:type="dxa"/>
            <w:left w:w="0" w:type="dxa"/>
            <w:right w:w="0" w:type="dxa"/>
          </w:tcMar>
        </w:tcPr>
        <w:p w14:paraId="31CF52A8" w14:textId="77777777" w:rsidR="00B952E9" w:rsidRPr="00D6163D" w:rsidRDefault="00B952E9" w:rsidP="00D6163D">
          <w:pPr>
            <w:pStyle w:val="Druhdokumentu"/>
          </w:pPr>
        </w:p>
      </w:tc>
    </w:tr>
  </w:tbl>
  <w:p w14:paraId="75C0D1DB" w14:textId="77777777" w:rsidR="00B952E9" w:rsidRPr="00D6163D" w:rsidRDefault="00B952E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52E9" w14:paraId="305FD5DB" w14:textId="77777777" w:rsidTr="00B22106">
      <w:trPr>
        <w:trHeight w:hRule="exact" w:val="936"/>
      </w:trPr>
      <w:tc>
        <w:tcPr>
          <w:tcW w:w="1361" w:type="dxa"/>
          <w:tcMar>
            <w:left w:w="0" w:type="dxa"/>
            <w:right w:w="0" w:type="dxa"/>
          </w:tcMar>
        </w:tcPr>
        <w:p w14:paraId="570B0069" w14:textId="77777777" w:rsidR="00B952E9" w:rsidRPr="00B8518B" w:rsidRDefault="00B952E9" w:rsidP="00FC6389">
          <w:pPr>
            <w:pStyle w:val="Zpat"/>
            <w:rPr>
              <w:rStyle w:val="slostrnky"/>
            </w:rPr>
          </w:pPr>
        </w:p>
      </w:tc>
      <w:tc>
        <w:tcPr>
          <w:tcW w:w="3458" w:type="dxa"/>
          <w:shd w:val="clear" w:color="auto" w:fill="auto"/>
          <w:tcMar>
            <w:left w:w="0" w:type="dxa"/>
            <w:right w:w="0" w:type="dxa"/>
          </w:tcMar>
        </w:tcPr>
        <w:p w14:paraId="5C1BA917" w14:textId="77777777" w:rsidR="00B952E9" w:rsidRDefault="00B952E9" w:rsidP="00FC6389">
          <w:pPr>
            <w:pStyle w:val="Zpat"/>
          </w:pPr>
        </w:p>
      </w:tc>
      <w:tc>
        <w:tcPr>
          <w:tcW w:w="5756" w:type="dxa"/>
          <w:shd w:val="clear" w:color="auto" w:fill="auto"/>
          <w:tcMar>
            <w:left w:w="0" w:type="dxa"/>
            <w:right w:w="0" w:type="dxa"/>
          </w:tcMar>
        </w:tcPr>
        <w:p w14:paraId="2C32B53E" w14:textId="77777777" w:rsidR="00B952E9" w:rsidRPr="00D6163D" w:rsidRDefault="00B952E9" w:rsidP="00FC6389">
          <w:pPr>
            <w:pStyle w:val="Druhdokumentu"/>
          </w:pPr>
        </w:p>
      </w:tc>
    </w:tr>
    <w:tr w:rsidR="00B952E9" w14:paraId="69F8D53D" w14:textId="77777777" w:rsidTr="00B22106">
      <w:trPr>
        <w:trHeight w:hRule="exact" w:val="936"/>
      </w:trPr>
      <w:tc>
        <w:tcPr>
          <w:tcW w:w="1361" w:type="dxa"/>
          <w:tcMar>
            <w:left w:w="0" w:type="dxa"/>
            <w:right w:w="0" w:type="dxa"/>
          </w:tcMar>
        </w:tcPr>
        <w:p w14:paraId="679BED3A" w14:textId="77777777" w:rsidR="00B952E9" w:rsidRPr="00B8518B" w:rsidRDefault="00B952E9" w:rsidP="00FC6389">
          <w:pPr>
            <w:pStyle w:val="Zpat"/>
            <w:rPr>
              <w:rStyle w:val="slostrnky"/>
            </w:rPr>
          </w:pPr>
        </w:p>
      </w:tc>
      <w:tc>
        <w:tcPr>
          <w:tcW w:w="3458" w:type="dxa"/>
          <w:shd w:val="clear" w:color="auto" w:fill="auto"/>
          <w:tcMar>
            <w:left w:w="0" w:type="dxa"/>
            <w:right w:w="0" w:type="dxa"/>
          </w:tcMar>
        </w:tcPr>
        <w:p w14:paraId="63E8AC86" w14:textId="77777777" w:rsidR="00B952E9" w:rsidRDefault="00B952E9" w:rsidP="00FC6389">
          <w:pPr>
            <w:pStyle w:val="Zpat"/>
          </w:pPr>
        </w:p>
      </w:tc>
      <w:tc>
        <w:tcPr>
          <w:tcW w:w="5756" w:type="dxa"/>
          <w:shd w:val="clear" w:color="auto" w:fill="auto"/>
          <w:tcMar>
            <w:left w:w="0" w:type="dxa"/>
            <w:right w:w="0" w:type="dxa"/>
          </w:tcMar>
        </w:tcPr>
        <w:p w14:paraId="702F8471" w14:textId="77777777" w:rsidR="00B952E9" w:rsidRPr="00D6163D" w:rsidRDefault="00B952E9" w:rsidP="00FC6389">
          <w:pPr>
            <w:pStyle w:val="Druhdokumentu"/>
          </w:pPr>
        </w:p>
      </w:tc>
    </w:tr>
  </w:tbl>
  <w:p w14:paraId="0A197E79" w14:textId="77777777" w:rsidR="00B952E9" w:rsidRPr="00D6163D" w:rsidRDefault="00B952E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952E9" w:rsidRPr="00460660" w:rsidRDefault="00B952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B26C1D"/>
    <w:multiLevelType w:val="hybridMultilevel"/>
    <w:tmpl w:val="D780C21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40636328">
    <w:abstractNumId w:val="4"/>
  </w:num>
  <w:num w:numId="2" w16cid:durableId="69543878">
    <w:abstractNumId w:val="2"/>
  </w:num>
  <w:num w:numId="3" w16cid:durableId="1727489791">
    <w:abstractNumId w:val="13"/>
  </w:num>
  <w:num w:numId="4" w16cid:durableId="882014480">
    <w:abstractNumId w:val="3"/>
  </w:num>
  <w:num w:numId="5" w16cid:durableId="54402340">
    <w:abstractNumId w:val="0"/>
  </w:num>
  <w:num w:numId="6" w16cid:durableId="879585866">
    <w:abstractNumId w:val="6"/>
  </w:num>
  <w:num w:numId="7" w16cid:durableId="1801218203">
    <w:abstractNumId w:val="10"/>
  </w:num>
  <w:num w:numId="8" w16cid:durableId="389112017">
    <w:abstractNumId w:val="7"/>
  </w:num>
  <w:num w:numId="9" w16cid:durableId="365640994">
    <w:abstractNumId w:val="14"/>
  </w:num>
  <w:num w:numId="10" w16cid:durableId="1062367082">
    <w:abstractNumId w:val="12"/>
  </w:num>
  <w:num w:numId="11" w16cid:durableId="19006336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92913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77657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539709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39059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5928648">
    <w:abstractNumId w:val="10"/>
  </w:num>
  <w:num w:numId="17" w16cid:durableId="116528427">
    <w:abstractNumId w:val="10"/>
  </w:num>
  <w:num w:numId="18" w16cid:durableId="272135589">
    <w:abstractNumId w:val="0"/>
  </w:num>
  <w:num w:numId="19" w16cid:durableId="944773228">
    <w:abstractNumId w:val="10"/>
  </w:num>
  <w:num w:numId="20" w16cid:durableId="754742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4452820">
    <w:abstractNumId w:val="10"/>
  </w:num>
  <w:num w:numId="22" w16cid:durableId="816805324">
    <w:abstractNumId w:val="10"/>
  </w:num>
  <w:num w:numId="23" w16cid:durableId="1253129751">
    <w:abstractNumId w:val="10"/>
  </w:num>
  <w:num w:numId="24" w16cid:durableId="266036566">
    <w:abstractNumId w:val="10"/>
  </w:num>
  <w:num w:numId="25" w16cid:durableId="1785422069">
    <w:abstractNumId w:val="10"/>
  </w:num>
  <w:num w:numId="26" w16cid:durableId="16465836">
    <w:abstractNumId w:val="0"/>
  </w:num>
  <w:num w:numId="27" w16cid:durableId="1295407662">
    <w:abstractNumId w:val="0"/>
  </w:num>
  <w:num w:numId="28" w16cid:durableId="1192839074">
    <w:abstractNumId w:val="0"/>
  </w:num>
  <w:num w:numId="29" w16cid:durableId="749885565">
    <w:abstractNumId w:val="7"/>
  </w:num>
  <w:num w:numId="30" w16cid:durableId="1269854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26601487">
    <w:abstractNumId w:val="0"/>
  </w:num>
  <w:num w:numId="32" w16cid:durableId="1828785562">
    <w:abstractNumId w:val="7"/>
  </w:num>
  <w:num w:numId="33" w16cid:durableId="511997353">
    <w:abstractNumId w:val="7"/>
  </w:num>
  <w:num w:numId="34" w16cid:durableId="1907495213">
    <w:abstractNumId w:val="7"/>
  </w:num>
  <w:num w:numId="35" w16cid:durableId="1397167007">
    <w:abstractNumId w:val="0"/>
  </w:num>
  <w:num w:numId="36" w16cid:durableId="949430936">
    <w:abstractNumId w:val="0"/>
  </w:num>
  <w:num w:numId="37" w16cid:durableId="316106797">
    <w:abstractNumId w:val="8"/>
  </w:num>
  <w:num w:numId="38" w16cid:durableId="1241714297">
    <w:abstractNumId w:val="11"/>
  </w:num>
  <w:num w:numId="39" w16cid:durableId="1476557563">
    <w:abstractNumId w:val="7"/>
  </w:num>
  <w:num w:numId="40" w16cid:durableId="1394962559">
    <w:abstractNumId w:val="0"/>
  </w:num>
  <w:num w:numId="41" w16cid:durableId="765661109">
    <w:abstractNumId w:val="0"/>
  </w:num>
  <w:num w:numId="42" w16cid:durableId="254099080">
    <w:abstractNumId w:val="7"/>
  </w:num>
  <w:num w:numId="43" w16cid:durableId="319037857">
    <w:abstractNumId w:val="7"/>
  </w:num>
  <w:num w:numId="44" w16cid:durableId="1223876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0263338">
    <w:abstractNumId w:val="7"/>
  </w:num>
  <w:num w:numId="46" w16cid:durableId="1577589257">
    <w:abstractNumId w:val="5"/>
  </w:num>
  <w:num w:numId="47" w16cid:durableId="1775435857">
    <w:abstractNumId w:val="7"/>
  </w:num>
  <w:num w:numId="48" w16cid:durableId="446195194">
    <w:abstractNumId w:val="9"/>
  </w:num>
  <w:num w:numId="49" w16cid:durableId="1752433803">
    <w:abstractNumId w:val="1"/>
  </w:num>
  <w:num w:numId="50" w16cid:durableId="450173480">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27E9"/>
    <w:rsid w:val="0001355D"/>
    <w:rsid w:val="00013D6E"/>
    <w:rsid w:val="00015DBC"/>
    <w:rsid w:val="000174E8"/>
    <w:rsid w:val="00017F3C"/>
    <w:rsid w:val="00020176"/>
    <w:rsid w:val="000203DB"/>
    <w:rsid w:val="00020CA1"/>
    <w:rsid w:val="00025680"/>
    <w:rsid w:val="000259F7"/>
    <w:rsid w:val="00025F06"/>
    <w:rsid w:val="000276A8"/>
    <w:rsid w:val="0003198B"/>
    <w:rsid w:val="000338E9"/>
    <w:rsid w:val="000363D7"/>
    <w:rsid w:val="00041D9D"/>
    <w:rsid w:val="00041EC8"/>
    <w:rsid w:val="00046545"/>
    <w:rsid w:val="000471FA"/>
    <w:rsid w:val="000476D5"/>
    <w:rsid w:val="000552D4"/>
    <w:rsid w:val="00060F64"/>
    <w:rsid w:val="00061916"/>
    <w:rsid w:val="00061E45"/>
    <w:rsid w:val="00063B90"/>
    <w:rsid w:val="0006450D"/>
    <w:rsid w:val="0006499F"/>
    <w:rsid w:val="0006588D"/>
    <w:rsid w:val="00067A5E"/>
    <w:rsid w:val="00067EE3"/>
    <w:rsid w:val="000719BB"/>
    <w:rsid w:val="00071EF2"/>
    <w:rsid w:val="00072A65"/>
    <w:rsid w:val="00072C1E"/>
    <w:rsid w:val="0007369C"/>
    <w:rsid w:val="00082434"/>
    <w:rsid w:val="000839DD"/>
    <w:rsid w:val="00085564"/>
    <w:rsid w:val="00090767"/>
    <w:rsid w:val="00091CD6"/>
    <w:rsid w:val="00092CC9"/>
    <w:rsid w:val="000961B4"/>
    <w:rsid w:val="000B12B0"/>
    <w:rsid w:val="000B20AE"/>
    <w:rsid w:val="000B4C49"/>
    <w:rsid w:val="000B4EB8"/>
    <w:rsid w:val="000C0AD5"/>
    <w:rsid w:val="000C2072"/>
    <w:rsid w:val="000C3CD6"/>
    <w:rsid w:val="000C41F2"/>
    <w:rsid w:val="000D0DE7"/>
    <w:rsid w:val="000D22C4"/>
    <w:rsid w:val="000D27D1"/>
    <w:rsid w:val="000D5E72"/>
    <w:rsid w:val="000D6762"/>
    <w:rsid w:val="000D7437"/>
    <w:rsid w:val="000E15C8"/>
    <w:rsid w:val="000E1A7F"/>
    <w:rsid w:val="000E25BA"/>
    <w:rsid w:val="000E5F0B"/>
    <w:rsid w:val="000F05BF"/>
    <w:rsid w:val="000F4E40"/>
    <w:rsid w:val="00101720"/>
    <w:rsid w:val="001032AF"/>
    <w:rsid w:val="00106A0E"/>
    <w:rsid w:val="001077DE"/>
    <w:rsid w:val="00107BDE"/>
    <w:rsid w:val="00110CF0"/>
    <w:rsid w:val="00112301"/>
    <w:rsid w:val="00112864"/>
    <w:rsid w:val="00112F94"/>
    <w:rsid w:val="00114472"/>
    <w:rsid w:val="00114988"/>
    <w:rsid w:val="00114A29"/>
    <w:rsid w:val="00115069"/>
    <w:rsid w:val="001150F2"/>
    <w:rsid w:val="00116813"/>
    <w:rsid w:val="001235BD"/>
    <w:rsid w:val="00132890"/>
    <w:rsid w:val="00142F26"/>
    <w:rsid w:val="00146496"/>
    <w:rsid w:val="00146BCB"/>
    <w:rsid w:val="00146DD0"/>
    <w:rsid w:val="001472A9"/>
    <w:rsid w:val="00154FBE"/>
    <w:rsid w:val="00157179"/>
    <w:rsid w:val="0016195A"/>
    <w:rsid w:val="001642A4"/>
    <w:rsid w:val="001656A2"/>
    <w:rsid w:val="00170521"/>
    <w:rsid w:val="00170EC5"/>
    <w:rsid w:val="001747C1"/>
    <w:rsid w:val="00177199"/>
    <w:rsid w:val="00177D6B"/>
    <w:rsid w:val="0018364C"/>
    <w:rsid w:val="00184778"/>
    <w:rsid w:val="001902D3"/>
    <w:rsid w:val="00191F90"/>
    <w:rsid w:val="00192880"/>
    <w:rsid w:val="0019302F"/>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11"/>
    <w:rsid w:val="001F39FF"/>
    <w:rsid w:val="00201716"/>
    <w:rsid w:val="00202B5D"/>
    <w:rsid w:val="00204A00"/>
    <w:rsid w:val="0020586C"/>
    <w:rsid w:val="0020719F"/>
    <w:rsid w:val="002071BB"/>
    <w:rsid w:val="00207DF5"/>
    <w:rsid w:val="0021225E"/>
    <w:rsid w:val="002222C1"/>
    <w:rsid w:val="00226BC9"/>
    <w:rsid w:val="002309F4"/>
    <w:rsid w:val="00233A30"/>
    <w:rsid w:val="00233A53"/>
    <w:rsid w:val="00235EB5"/>
    <w:rsid w:val="002369BD"/>
    <w:rsid w:val="00240B81"/>
    <w:rsid w:val="00241322"/>
    <w:rsid w:val="00243A80"/>
    <w:rsid w:val="0024699F"/>
    <w:rsid w:val="00247D01"/>
    <w:rsid w:val="0025030F"/>
    <w:rsid w:val="0025485A"/>
    <w:rsid w:val="00261024"/>
    <w:rsid w:val="00261A5B"/>
    <w:rsid w:val="002628F0"/>
    <w:rsid w:val="00262E5B"/>
    <w:rsid w:val="00263CBA"/>
    <w:rsid w:val="00265675"/>
    <w:rsid w:val="00266708"/>
    <w:rsid w:val="002670A6"/>
    <w:rsid w:val="00267CF3"/>
    <w:rsid w:val="002715C0"/>
    <w:rsid w:val="00276660"/>
    <w:rsid w:val="00276AFE"/>
    <w:rsid w:val="00277FA2"/>
    <w:rsid w:val="00280CE6"/>
    <w:rsid w:val="00283302"/>
    <w:rsid w:val="002863D2"/>
    <w:rsid w:val="002924B8"/>
    <w:rsid w:val="002952C6"/>
    <w:rsid w:val="00297E87"/>
    <w:rsid w:val="002A1957"/>
    <w:rsid w:val="002A3B57"/>
    <w:rsid w:val="002A61DC"/>
    <w:rsid w:val="002B7570"/>
    <w:rsid w:val="002C0093"/>
    <w:rsid w:val="002C04EE"/>
    <w:rsid w:val="002C31BF"/>
    <w:rsid w:val="002C6D90"/>
    <w:rsid w:val="002C70F1"/>
    <w:rsid w:val="002D77D4"/>
    <w:rsid w:val="002D7FD6"/>
    <w:rsid w:val="002E0CD7"/>
    <w:rsid w:val="002E0CFB"/>
    <w:rsid w:val="002E0F4A"/>
    <w:rsid w:val="002E294C"/>
    <w:rsid w:val="002E5B10"/>
    <w:rsid w:val="002E5C7B"/>
    <w:rsid w:val="002F284A"/>
    <w:rsid w:val="002F4333"/>
    <w:rsid w:val="002F525B"/>
    <w:rsid w:val="00301F23"/>
    <w:rsid w:val="00307641"/>
    <w:rsid w:val="003119BB"/>
    <w:rsid w:val="00311E65"/>
    <w:rsid w:val="00311F11"/>
    <w:rsid w:val="0031498D"/>
    <w:rsid w:val="00317F7D"/>
    <w:rsid w:val="00321E17"/>
    <w:rsid w:val="00322579"/>
    <w:rsid w:val="00324AE8"/>
    <w:rsid w:val="00324C4C"/>
    <w:rsid w:val="00327EEF"/>
    <w:rsid w:val="00330B22"/>
    <w:rsid w:val="0033239F"/>
    <w:rsid w:val="00337143"/>
    <w:rsid w:val="0033722A"/>
    <w:rsid w:val="0034274B"/>
    <w:rsid w:val="0034455B"/>
    <w:rsid w:val="00344A9C"/>
    <w:rsid w:val="003452A1"/>
    <w:rsid w:val="0034719F"/>
    <w:rsid w:val="00347D3E"/>
    <w:rsid w:val="00350A35"/>
    <w:rsid w:val="00354EE1"/>
    <w:rsid w:val="0035531B"/>
    <w:rsid w:val="003571D8"/>
    <w:rsid w:val="00357BC6"/>
    <w:rsid w:val="00360076"/>
    <w:rsid w:val="00360428"/>
    <w:rsid w:val="00361422"/>
    <w:rsid w:val="0036290F"/>
    <w:rsid w:val="00370DFC"/>
    <w:rsid w:val="003717A3"/>
    <w:rsid w:val="00373447"/>
    <w:rsid w:val="003753A9"/>
    <w:rsid w:val="0037545D"/>
    <w:rsid w:val="0037634D"/>
    <w:rsid w:val="00382B21"/>
    <w:rsid w:val="00385740"/>
    <w:rsid w:val="00386FF1"/>
    <w:rsid w:val="00392055"/>
    <w:rsid w:val="00392EB6"/>
    <w:rsid w:val="00393419"/>
    <w:rsid w:val="00393C6E"/>
    <w:rsid w:val="003944D4"/>
    <w:rsid w:val="00394D03"/>
    <w:rsid w:val="003956C6"/>
    <w:rsid w:val="003A0E3D"/>
    <w:rsid w:val="003A4513"/>
    <w:rsid w:val="003A4CEB"/>
    <w:rsid w:val="003B26BD"/>
    <w:rsid w:val="003B2F37"/>
    <w:rsid w:val="003B4E63"/>
    <w:rsid w:val="003B596D"/>
    <w:rsid w:val="003B5B6D"/>
    <w:rsid w:val="003C00AA"/>
    <w:rsid w:val="003C0590"/>
    <w:rsid w:val="003C103D"/>
    <w:rsid w:val="003C33F2"/>
    <w:rsid w:val="003C5F72"/>
    <w:rsid w:val="003D0EE6"/>
    <w:rsid w:val="003D0F11"/>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5668"/>
    <w:rsid w:val="00422E8D"/>
    <w:rsid w:val="00426D1B"/>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6526F"/>
    <w:rsid w:val="00470B77"/>
    <w:rsid w:val="0047162A"/>
    <w:rsid w:val="00474F4D"/>
    <w:rsid w:val="0048094F"/>
    <w:rsid w:val="00480CA0"/>
    <w:rsid w:val="00481047"/>
    <w:rsid w:val="004833D9"/>
    <w:rsid w:val="00483969"/>
    <w:rsid w:val="00484026"/>
    <w:rsid w:val="00484A59"/>
    <w:rsid w:val="00485EAD"/>
    <w:rsid w:val="00486107"/>
    <w:rsid w:val="00491827"/>
    <w:rsid w:val="004B34E9"/>
    <w:rsid w:val="004B4008"/>
    <w:rsid w:val="004B7724"/>
    <w:rsid w:val="004C086E"/>
    <w:rsid w:val="004C4399"/>
    <w:rsid w:val="004C787C"/>
    <w:rsid w:val="004D3B30"/>
    <w:rsid w:val="004D57D2"/>
    <w:rsid w:val="004D6519"/>
    <w:rsid w:val="004D78D3"/>
    <w:rsid w:val="004E39D9"/>
    <w:rsid w:val="004E55AC"/>
    <w:rsid w:val="004E7107"/>
    <w:rsid w:val="004E77B2"/>
    <w:rsid w:val="004E7A1F"/>
    <w:rsid w:val="004F1D17"/>
    <w:rsid w:val="004F3CA6"/>
    <w:rsid w:val="004F4496"/>
    <w:rsid w:val="004F4597"/>
    <w:rsid w:val="004F4B9B"/>
    <w:rsid w:val="004F5B97"/>
    <w:rsid w:val="004F6CAF"/>
    <w:rsid w:val="004F70A1"/>
    <w:rsid w:val="00500887"/>
    <w:rsid w:val="00500DB2"/>
    <w:rsid w:val="00500FE8"/>
    <w:rsid w:val="00501B32"/>
    <w:rsid w:val="0050242E"/>
    <w:rsid w:val="0050442A"/>
    <w:rsid w:val="005044F8"/>
    <w:rsid w:val="0050583D"/>
    <w:rsid w:val="00505BEA"/>
    <w:rsid w:val="0050666E"/>
    <w:rsid w:val="00511AB9"/>
    <w:rsid w:val="005138DF"/>
    <w:rsid w:val="005162DA"/>
    <w:rsid w:val="00520784"/>
    <w:rsid w:val="00520935"/>
    <w:rsid w:val="005210B3"/>
    <w:rsid w:val="00523BB5"/>
    <w:rsid w:val="00523EA7"/>
    <w:rsid w:val="0052690D"/>
    <w:rsid w:val="005406EB"/>
    <w:rsid w:val="00540FF8"/>
    <w:rsid w:val="00542A90"/>
    <w:rsid w:val="00544A85"/>
    <w:rsid w:val="00546FFB"/>
    <w:rsid w:val="00551E4C"/>
    <w:rsid w:val="00553375"/>
    <w:rsid w:val="00555884"/>
    <w:rsid w:val="00560665"/>
    <w:rsid w:val="00564DDD"/>
    <w:rsid w:val="0056539E"/>
    <w:rsid w:val="00565F22"/>
    <w:rsid w:val="0056655E"/>
    <w:rsid w:val="00566C9A"/>
    <w:rsid w:val="005736B7"/>
    <w:rsid w:val="00575E5A"/>
    <w:rsid w:val="00577A3C"/>
    <w:rsid w:val="00580245"/>
    <w:rsid w:val="00583EC8"/>
    <w:rsid w:val="00584AFA"/>
    <w:rsid w:val="00587D6D"/>
    <w:rsid w:val="005909AC"/>
    <w:rsid w:val="00591A3B"/>
    <w:rsid w:val="00592492"/>
    <w:rsid w:val="00595B2D"/>
    <w:rsid w:val="005971DD"/>
    <w:rsid w:val="005A1F44"/>
    <w:rsid w:val="005A3D2F"/>
    <w:rsid w:val="005A4E0C"/>
    <w:rsid w:val="005A5B39"/>
    <w:rsid w:val="005A6717"/>
    <w:rsid w:val="005B21D6"/>
    <w:rsid w:val="005B3472"/>
    <w:rsid w:val="005B3567"/>
    <w:rsid w:val="005B38D9"/>
    <w:rsid w:val="005B5EA8"/>
    <w:rsid w:val="005B64BB"/>
    <w:rsid w:val="005C2B44"/>
    <w:rsid w:val="005C2C3B"/>
    <w:rsid w:val="005C55AA"/>
    <w:rsid w:val="005D0321"/>
    <w:rsid w:val="005D3C39"/>
    <w:rsid w:val="005D3D5B"/>
    <w:rsid w:val="005D4921"/>
    <w:rsid w:val="005E33AB"/>
    <w:rsid w:val="005E4999"/>
    <w:rsid w:val="005E62AD"/>
    <w:rsid w:val="005F3817"/>
    <w:rsid w:val="005F5485"/>
    <w:rsid w:val="005F7739"/>
    <w:rsid w:val="00600A02"/>
    <w:rsid w:val="0060115D"/>
    <w:rsid w:val="006012CE"/>
    <w:rsid w:val="0060160B"/>
    <w:rsid w:val="00601A8C"/>
    <w:rsid w:val="006023D7"/>
    <w:rsid w:val="006049F5"/>
    <w:rsid w:val="0061068E"/>
    <w:rsid w:val="006113EE"/>
    <w:rsid w:val="00611407"/>
    <w:rsid w:val="006115D3"/>
    <w:rsid w:val="00616090"/>
    <w:rsid w:val="006235E9"/>
    <w:rsid w:val="006238E7"/>
    <w:rsid w:val="00626447"/>
    <w:rsid w:val="00626C82"/>
    <w:rsid w:val="00633DB6"/>
    <w:rsid w:val="00633E13"/>
    <w:rsid w:val="00640B30"/>
    <w:rsid w:val="00642162"/>
    <w:rsid w:val="0064673D"/>
    <w:rsid w:val="00655976"/>
    <w:rsid w:val="0065610E"/>
    <w:rsid w:val="00657BD2"/>
    <w:rsid w:val="00660AD3"/>
    <w:rsid w:val="00660BEB"/>
    <w:rsid w:val="00665F2C"/>
    <w:rsid w:val="006720FB"/>
    <w:rsid w:val="00674C28"/>
    <w:rsid w:val="00677580"/>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D4236"/>
    <w:rsid w:val="006E0578"/>
    <w:rsid w:val="006E314D"/>
    <w:rsid w:val="006E449B"/>
    <w:rsid w:val="006E6247"/>
    <w:rsid w:val="006F1618"/>
    <w:rsid w:val="006F67BA"/>
    <w:rsid w:val="006F6B09"/>
    <w:rsid w:val="007003C4"/>
    <w:rsid w:val="007038DC"/>
    <w:rsid w:val="00703EFD"/>
    <w:rsid w:val="007063D3"/>
    <w:rsid w:val="00706F4C"/>
    <w:rsid w:val="00707CA3"/>
    <w:rsid w:val="00710723"/>
    <w:rsid w:val="00712BB8"/>
    <w:rsid w:val="007134F3"/>
    <w:rsid w:val="00714AE8"/>
    <w:rsid w:val="0072042A"/>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4AFC"/>
    <w:rsid w:val="00755818"/>
    <w:rsid w:val="0075602A"/>
    <w:rsid w:val="00756EBA"/>
    <w:rsid w:val="0076286B"/>
    <w:rsid w:val="00762C0E"/>
    <w:rsid w:val="00766846"/>
    <w:rsid w:val="0076790E"/>
    <w:rsid w:val="0077218F"/>
    <w:rsid w:val="00773DC0"/>
    <w:rsid w:val="0077427F"/>
    <w:rsid w:val="0077673A"/>
    <w:rsid w:val="00776A8A"/>
    <w:rsid w:val="0078176D"/>
    <w:rsid w:val="007841FF"/>
    <w:rsid w:val="007846E1"/>
    <w:rsid w:val="007847D6"/>
    <w:rsid w:val="00792824"/>
    <w:rsid w:val="007945B1"/>
    <w:rsid w:val="00797E05"/>
    <w:rsid w:val="007A0923"/>
    <w:rsid w:val="007A2107"/>
    <w:rsid w:val="007A5172"/>
    <w:rsid w:val="007A67A0"/>
    <w:rsid w:val="007B3D4D"/>
    <w:rsid w:val="007B570C"/>
    <w:rsid w:val="007B6941"/>
    <w:rsid w:val="007C21AA"/>
    <w:rsid w:val="007C2BEC"/>
    <w:rsid w:val="007C2E78"/>
    <w:rsid w:val="007D0559"/>
    <w:rsid w:val="007D4F89"/>
    <w:rsid w:val="007D5A8D"/>
    <w:rsid w:val="007D7C4A"/>
    <w:rsid w:val="007E1529"/>
    <w:rsid w:val="007E2234"/>
    <w:rsid w:val="007E34AA"/>
    <w:rsid w:val="007E4A6E"/>
    <w:rsid w:val="007E6028"/>
    <w:rsid w:val="007F0310"/>
    <w:rsid w:val="007F0DA6"/>
    <w:rsid w:val="007F1CE2"/>
    <w:rsid w:val="007F260A"/>
    <w:rsid w:val="007F56A7"/>
    <w:rsid w:val="00800851"/>
    <w:rsid w:val="008008A3"/>
    <w:rsid w:val="0080282D"/>
    <w:rsid w:val="008032C7"/>
    <w:rsid w:val="00805E15"/>
    <w:rsid w:val="00806B1C"/>
    <w:rsid w:val="00807408"/>
    <w:rsid w:val="00807DD0"/>
    <w:rsid w:val="00812B53"/>
    <w:rsid w:val="00813145"/>
    <w:rsid w:val="008149CA"/>
    <w:rsid w:val="0082049A"/>
    <w:rsid w:val="0082172C"/>
    <w:rsid w:val="00821D01"/>
    <w:rsid w:val="00822B88"/>
    <w:rsid w:val="00825555"/>
    <w:rsid w:val="00826B7B"/>
    <w:rsid w:val="00831B18"/>
    <w:rsid w:val="00831DE9"/>
    <w:rsid w:val="00833416"/>
    <w:rsid w:val="00833899"/>
    <w:rsid w:val="00837B45"/>
    <w:rsid w:val="00840846"/>
    <w:rsid w:val="00840ED6"/>
    <w:rsid w:val="0084108D"/>
    <w:rsid w:val="00844BC3"/>
    <w:rsid w:val="00845C0B"/>
    <w:rsid w:val="00845C50"/>
    <w:rsid w:val="00846789"/>
    <w:rsid w:val="00846B1E"/>
    <w:rsid w:val="00850747"/>
    <w:rsid w:val="008513D8"/>
    <w:rsid w:val="008578BC"/>
    <w:rsid w:val="00860F58"/>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50F"/>
    <w:rsid w:val="008C4A48"/>
    <w:rsid w:val="008C4D4D"/>
    <w:rsid w:val="008C50F3"/>
    <w:rsid w:val="008C65BC"/>
    <w:rsid w:val="008C65E0"/>
    <w:rsid w:val="008C7EFE"/>
    <w:rsid w:val="008D03B9"/>
    <w:rsid w:val="008D30C7"/>
    <w:rsid w:val="008D552B"/>
    <w:rsid w:val="008D63F0"/>
    <w:rsid w:val="008E05B6"/>
    <w:rsid w:val="008E1138"/>
    <w:rsid w:val="008E6C17"/>
    <w:rsid w:val="008F18D6"/>
    <w:rsid w:val="008F2C9B"/>
    <w:rsid w:val="008F2CCB"/>
    <w:rsid w:val="008F797B"/>
    <w:rsid w:val="00900629"/>
    <w:rsid w:val="009046A6"/>
    <w:rsid w:val="00904780"/>
    <w:rsid w:val="00904FAA"/>
    <w:rsid w:val="0090635B"/>
    <w:rsid w:val="009175C9"/>
    <w:rsid w:val="00917DF8"/>
    <w:rsid w:val="00920DEB"/>
    <w:rsid w:val="00922385"/>
    <w:rsid w:val="009223DF"/>
    <w:rsid w:val="00923B56"/>
    <w:rsid w:val="00924831"/>
    <w:rsid w:val="00930357"/>
    <w:rsid w:val="00930B76"/>
    <w:rsid w:val="00930B79"/>
    <w:rsid w:val="009354A6"/>
    <w:rsid w:val="00936091"/>
    <w:rsid w:val="009404DC"/>
    <w:rsid w:val="00940D8A"/>
    <w:rsid w:val="009414D7"/>
    <w:rsid w:val="00941DEB"/>
    <w:rsid w:val="00942027"/>
    <w:rsid w:val="009432BF"/>
    <w:rsid w:val="00945582"/>
    <w:rsid w:val="009531C1"/>
    <w:rsid w:val="009534BF"/>
    <w:rsid w:val="009556C8"/>
    <w:rsid w:val="00956089"/>
    <w:rsid w:val="009560DD"/>
    <w:rsid w:val="00957103"/>
    <w:rsid w:val="00960AA5"/>
    <w:rsid w:val="00962258"/>
    <w:rsid w:val="00964860"/>
    <w:rsid w:val="00965855"/>
    <w:rsid w:val="00966D88"/>
    <w:rsid w:val="00967223"/>
    <w:rsid w:val="009678B7"/>
    <w:rsid w:val="00970D4B"/>
    <w:rsid w:val="009801E3"/>
    <w:rsid w:val="00983540"/>
    <w:rsid w:val="0098426C"/>
    <w:rsid w:val="00992213"/>
    <w:rsid w:val="00992D9C"/>
    <w:rsid w:val="00994BC6"/>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1F52"/>
    <w:rsid w:val="009F2042"/>
    <w:rsid w:val="009F2770"/>
    <w:rsid w:val="009F309B"/>
    <w:rsid w:val="009F392E"/>
    <w:rsid w:val="009F427D"/>
    <w:rsid w:val="009F53C5"/>
    <w:rsid w:val="00A0253D"/>
    <w:rsid w:val="00A02DB9"/>
    <w:rsid w:val="00A03F48"/>
    <w:rsid w:val="00A041DF"/>
    <w:rsid w:val="00A0740E"/>
    <w:rsid w:val="00A15262"/>
    <w:rsid w:val="00A159AC"/>
    <w:rsid w:val="00A167E7"/>
    <w:rsid w:val="00A172EB"/>
    <w:rsid w:val="00A23688"/>
    <w:rsid w:val="00A256E5"/>
    <w:rsid w:val="00A26B92"/>
    <w:rsid w:val="00A31809"/>
    <w:rsid w:val="00A3411F"/>
    <w:rsid w:val="00A358BF"/>
    <w:rsid w:val="00A374FC"/>
    <w:rsid w:val="00A4050F"/>
    <w:rsid w:val="00A41C1F"/>
    <w:rsid w:val="00A50641"/>
    <w:rsid w:val="00A512B6"/>
    <w:rsid w:val="00A530BF"/>
    <w:rsid w:val="00A548E2"/>
    <w:rsid w:val="00A57079"/>
    <w:rsid w:val="00A6177B"/>
    <w:rsid w:val="00A61A0B"/>
    <w:rsid w:val="00A61FC9"/>
    <w:rsid w:val="00A6247A"/>
    <w:rsid w:val="00A66136"/>
    <w:rsid w:val="00A7079D"/>
    <w:rsid w:val="00A71189"/>
    <w:rsid w:val="00A7364A"/>
    <w:rsid w:val="00A74AA8"/>
    <w:rsid w:val="00A74DCC"/>
    <w:rsid w:val="00A753ED"/>
    <w:rsid w:val="00A757AD"/>
    <w:rsid w:val="00A77512"/>
    <w:rsid w:val="00A800CB"/>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59C"/>
    <w:rsid w:val="00AB678A"/>
    <w:rsid w:val="00AC0B93"/>
    <w:rsid w:val="00AC28F5"/>
    <w:rsid w:val="00AC529E"/>
    <w:rsid w:val="00AC738D"/>
    <w:rsid w:val="00AD056F"/>
    <w:rsid w:val="00AD0C7B"/>
    <w:rsid w:val="00AD1771"/>
    <w:rsid w:val="00AD1786"/>
    <w:rsid w:val="00AD190B"/>
    <w:rsid w:val="00AD3AE0"/>
    <w:rsid w:val="00AD5F1A"/>
    <w:rsid w:val="00AD6731"/>
    <w:rsid w:val="00AD792A"/>
    <w:rsid w:val="00AE1D4A"/>
    <w:rsid w:val="00AE3BB4"/>
    <w:rsid w:val="00AE485F"/>
    <w:rsid w:val="00AE538B"/>
    <w:rsid w:val="00AE5DCB"/>
    <w:rsid w:val="00AF151D"/>
    <w:rsid w:val="00AF20AA"/>
    <w:rsid w:val="00AF4A09"/>
    <w:rsid w:val="00B008D5"/>
    <w:rsid w:val="00B02F73"/>
    <w:rsid w:val="00B0619F"/>
    <w:rsid w:val="00B07880"/>
    <w:rsid w:val="00B134D6"/>
    <w:rsid w:val="00B13A26"/>
    <w:rsid w:val="00B13C5A"/>
    <w:rsid w:val="00B15D0D"/>
    <w:rsid w:val="00B1737B"/>
    <w:rsid w:val="00B22106"/>
    <w:rsid w:val="00B277ED"/>
    <w:rsid w:val="00B36181"/>
    <w:rsid w:val="00B37552"/>
    <w:rsid w:val="00B429CF"/>
    <w:rsid w:val="00B448FF"/>
    <w:rsid w:val="00B4692E"/>
    <w:rsid w:val="00B477DA"/>
    <w:rsid w:val="00B52819"/>
    <w:rsid w:val="00B53641"/>
    <w:rsid w:val="00B5431A"/>
    <w:rsid w:val="00B60046"/>
    <w:rsid w:val="00B61530"/>
    <w:rsid w:val="00B70120"/>
    <w:rsid w:val="00B71CC3"/>
    <w:rsid w:val="00B74E66"/>
    <w:rsid w:val="00B75EE1"/>
    <w:rsid w:val="00B76FBA"/>
    <w:rsid w:val="00B77481"/>
    <w:rsid w:val="00B77C6D"/>
    <w:rsid w:val="00B8009C"/>
    <w:rsid w:val="00B80D2D"/>
    <w:rsid w:val="00B80E53"/>
    <w:rsid w:val="00B844BD"/>
    <w:rsid w:val="00B8518B"/>
    <w:rsid w:val="00B86933"/>
    <w:rsid w:val="00B952E9"/>
    <w:rsid w:val="00B971BD"/>
    <w:rsid w:val="00B97CC3"/>
    <w:rsid w:val="00BA3937"/>
    <w:rsid w:val="00BB0379"/>
    <w:rsid w:val="00BB3CA7"/>
    <w:rsid w:val="00BB4AF2"/>
    <w:rsid w:val="00BB5D51"/>
    <w:rsid w:val="00BB7F53"/>
    <w:rsid w:val="00BC06C4"/>
    <w:rsid w:val="00BC09C4"/>
    <w:rsid w:val="00BC12B5"/>
    <w:rsid w:val="00BC2A98"/>
    <w:rsid w:val="00BC376A"/>
    <w:rsid w:val="00BC455A"/>
    <w:rsid w:val="00BC6D2B"/>
    <w:rsid w:val="00BD11CE"/>
    <w:rsid w:val="00BD51C4"/>
    <w:rsid w:val="00BD7498"/>
    <w:rsid w:val="00BD7E91"/>
    <w:rsid w:val="00BD7F0D"/>
    <w:rsid w:val="00BE3236"/>
    <w:rsid w:val="00BE49F4"/>
    <w:rsid w:val="00BF02B0"/>
    <w:rsid w:val="00BF0C8A"/>
    <w:rsid w:val="00BF2F6F"/>
    <w:rsid w:val="00BF57D9"/>
    <w:rsid w:val="00C01E17"/>
    <w:rsid w:val="00C02D0A"/>
    <w:rsid w:val="00C03A6E"/>
    <w:rsid w:val="00C059E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0E19"/>
    <w:rsid w:val="00C546C9"/>
    <w:rsid w:val="00C6198E"/>
    <w:rsid w:val="00C62E4B"/>
    <w:rsid w:val="00C708EA"/>
    <w:rsid w:val="00C72B26"/>
    <w:rsid w:val="00C73727"/>
    <w:rsid w:val="00C759F1"/>
    <w:rsid w:val="00C75EDD"/>
    <w:rsid w:val="00C7649B"/>
    <w:rsid w:val="00C776E5"/>
    <w:rsid w:val="00C778A5"/>
    <w:rsid w:val="00C93CCC"/>
    <w:rsid w:val="00C9515F"/>
    <w:rsid w:val="00C95162"/>
    <w:rsid w:val="00C953AC"/>
    <w:rsid w:val="00CA2B3A"/>
    <w:rsid w:val="00CA50B8"/>
    <w:rsid w:val="00CB0B51"/>
    <w:rsid w:val="00CB3151"/>
    <w:rsid w:val="00CB68EC"/>
    <w:rsid w:val="00CB6A37"/>
    <w:rsid w:val="00CB7684"/>
    <w:rsid w:val="00CC4380"/>
    <w:rsid w:val="00CC7C8F"/>
    <w:rsid w:val="00CD1207"/>
    <w:rsid w:val="00CD1FC4"/>
    <w:rsid w:val="00CD2B30"/>
    <w:rsid w:val="00CD2E13"/>
    <w:rsid w:val="00CD5722"/>
    <w:rsid w:val="00CE0177"/>
    <w:rsid w:val="00CE12EE"/>
    <w:rsid w:val="00CE2878"/>
    <w:rsid w:val="00CE2A4F"/>
    <w:rsid w:val="00CE420A"/>
    <w:rsid w:val="00CE5F6A"/>
    <w:rsid w:val="00CF0193"/>
    <w:rsid w:val="00CF4159"/>
    <w:rsid w:val="00CF73A4"/>
    <w:rsid w:val="00CF78C2"/>
    <w:rsid w:val="00D019D7"/>
    <w:rsid w:val="00D034A0"/>
    <w:rsid w:val="00D0362E"/>
    <w:rsid w:val="00D03AC3"/>
    <w:rsid w:val="00D03C1F"/>
    <w:rsid w:val="00D10A2D"/>
    <w:rsid w:val="00D139AC"/>
    <w:rsid w:val="00D1440E"/>
    <w:rsid w:val="00D16891"/>
    <w:rsid w:val="00D1696D"/>
    <w:rsid w:val="00D1751A"/>
    <w:rsid w:val="00D21061"/>
    <w:rsid w:val="00D218E6"/>
    <w:rsid w:val="00D221E1"/>
    <w:rsid w:val="00D22EBC"/>
    <w:rsid w:val="00D23A3F"/>
    <w:rsid w:val="00D245DF"/>
    <w:rsid w:val="00D25D67"/>
    <w:rsid w:val="00D26838"/>
    <w:rsid w:val="00D302E5"/>
    <w:rsid w:val="00D341B3"/>
    <w:rsid w:val="00D36C50"/>
    <w:rsid w:val="00D37B14"/>
    <w:rsid w:val="00D4108E"/>
    <w:rsid w:val="00D42DF4"/>
    <w:rsid w:val="00D47B55"/>
    <w:rsid w:val="00D500B1"/>
    <w:rsid w:val="00D51811"/>
    <w:rsid w:val="00D52BA7"/>
    <w:rsid w:val="00D57321"/>
    <w:rsid w:val="00D5757D"/>
    <w:rsid w:val="00D60CE9"/>
    <w:rsid w:val="00D6163D"/>
    <w:rsid w:val="00D6259C"/>
    <w:rsid w:val="00D65443"/>
    <w:rsid w:val="00D7784F"/>
    <w:rsid w:val="00D831A3"/>
    <w:rsid w:val="00D84986"/>
    <w:rsid w:val="00D903FA"/>
    <w:rsid w:val="00D91145"/>
    <w:rsid w:val="00D91EA6"/>
    <w:rsid w:val="00D97BE3"/>
    <w:rsid w:val="00DA3711"/>
    <w:rsid w:val="00DA7205"/>
    <w:rsid w:val="00DB619A"/>
    <w:rsid w:val="00DB666E"/>
    <w:rsid w:val="00DC3174"/>
    <w:rsid w:val="00DD031D"/>
    <w:rsid w:val="00DD0C77"/>
    <w:rsid w:val="00DD0C7C"/>
    <w:rsid w:val="00DD46F3"/>
    <w:rsid w:val="00DD63D8"/>
    <w:rsid w:val="00DD7154"/>
    <w:rsid w:val="00DD7A41"/>
    <w:rsid w:val="00DD7F02"/>
    <w:rsid w:val="00DE0C9E"/>
    <w:rsid w:val="00DE51A5"/>
    <w:rsid w:val="00DE56F2"/>
    <w:rsid w:val="00DF0B72"/>
    <w:rsid w:val="00DF116D"/>
    <w:rsid w:val="00DF2665"/>
    <w:rsid w:val="00DF651A"/>
    <w:rsid w:val="00DF7C21"/>
    <w:rsid w:val="00E01EA1"/>
    <w:rsid w:val="00E035F5"/>
    <w:rsid w:val="00E1253A"/>
    <w:rsid w:val="00E135E5"/>
    <w:rsid w:val="00E16FF7"/>
    <w:rsid w:val="00E17484"/>
    <w:rsid w:val="00E20A91"/>
    <w:rsid w:val="00E22C30"/>
    <w:rsid w:val="00E23814"/>
    <w:rsid w:val="00E24F78"/>
    <w:rsid w:val="00E25595"/>
    <w:rsid w:val="00E26D68"/>
    <w:rsid w:val="00E30090"/>
    <w:rsid w:val="00E308FD"/>
    <w:rsid w:val="00E31121"/>
    <w:rsid w:val="00E32F4E"/>
    <w:rsid w:val="00E37347"/>
    <w:rsid w:val="00E437B0"/>
    <w:rsid w:val="00E44045"/>
    <w:rsid w:val="00E45358"/>
    <w:rsid w:val="00E4558A"/>
    <w:rsid w:val="00E5057A"/>
    <w:rsid w:val="00E50858"/>
    <w:rsid w:val="00E60C4A"/>
    <w:rsid w:val="00E618C4"/>
    <w:rsid w:val="00E62520"/>
    <w:rsid w:val="00E64245"/>
    <w:rsid w:val="00E67713"/>
    <w:rsid w:val="00E67C19"/>
    <w:rsid w:val="00E67D40"/>
    <w:rsid w:val="00E71D52"/>
    <w:rsid w:val="00E7218A"/>
    <w:rsid w:val="00E77054"/>
    <w:rsid w:val="00E8058C"/>
    <w:rsid w:val="00E8187E"/>
    <w:rsid w:val="00E843C7"/>
    <w:rsid w:val="00E84F3D"/>
    <w:rsid w:val="00E878EE"/>
    <w:rsid w:val="00E91F1D"/>
    <w:rsid w:val="00E948C0"/>
    <w:rsid w:val="00EA6EC7"/>
    <w:rsid w:val="00EA7F3A"/>
    <w:rsid w:val="00EB104F"/>
    <w:rsid w:val="00EB152B"/>
    <w:rsid w:val="00EB165E"/>
    <w:rsid w:val="00EB3E75"/>
    <w:rsid w:val="00EB46E5"/>
    <w:rsid w:val="00EB4ECA"/>
    <w:rsid w:val="00EB5D4D"/>
    <w:rsid w:val="00EB6E2F"/>
    <w:rsid w:val="00EC03BD"/>
    <w:rsid w:val="00EC10AE"/>
    <w:rsid w:val="00EC1CEA"/>
    <w:rsid w:val="00EC2B14"/>
    <w:rsid w:val="00EC3176"/>
    <w:rsid w:val="00ED05ED"/>
    <w:rsid w:val="00ED0703"/>
    <w:rsid w:val="00ED14BD"/>
    <w:rsid w:val="00ED6360"/>
    <w:rsid w:val="00EE1399"/>
    <w:rsid w:val="00EE2244"/>
    <w:rsid w:val="00EE2D7B"/>
    <w:rsid w:val="00EE3C5F"/>
    <w:rsid w:val="00EE4F05"/>
    <w:rsid w:val="00EE50B6"/>
    <w:rsid w:val="00EE7882"/>
    <w:rsid w:val="00EF2058"/>
    <w:rsid w:val="00EF4DAC"/>
    <w:rsid w:val="00EF6C46"/>
    <w:rsid w:val="00EF7C8E"/>
    <w:rsid w:val="00F00CCE"/>
    <w:rsid w:val="00F016C7"/>
    <w:rsid w:val="00F01CF1"/>
    <w:rsid w:val="00F024AB"/>
    <w:rsid w:val="00F02AAB"/>
    <w:rsid w:val="00F05F09"/>
    <w:rsid w:val="00F0634D"/>
    <w:rsid w:val="00F121EF"/>
    <w:rsid w:val="00F124F6"/>
    <w:rsid w:val="00F12DEC"/>
    <w:rsid w:val="00F1715C"/>
    <w:rsid w:val="00F279D0"/>
    <w:rsid w:val="00F27A26"/>
    <w:rsid w:val="00F30EB4"/>
    <w:rsid w:val="00F310F8"/>
    <w:rsid w:val="00F32148"/>
    <w:rsid w:val="00F352D3"/>
    <w:rsid w:val="00F35939"/>
    <w:rsid w:val="00F3677F"/>
    <w:rsid w:val="00F4058F"/>
    <w:rsid w:val="00F43301"/>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0AF2"/>
    <w:rsid w:val="00F83C13"/>
    <w:rsid w:val="00F84BAE"/>
    <w:rsid w:val="00F86BA6"/>
    <w:rsid w:val="00F8731E"/>
    <w:rsid w:val="00F87AA2"/>
    <w:rsid w:val="00F911D1"/>
    <w:rsid w:val="00F92641"/>
    <w:rsid w:val="00F92F06"/>
    <w:rsid w:val="00F94BFE"/>
    <w:rsid w:val="00F95A2C"/>
    <w:rsid w:val="00F966F7"/>
    <w:rsid w:val="00FA302B"/>
    <w:rsid w:val="00FA3AFC"/>
    <w:rsid w:val="00FA64F2"/>
    <w:rsid w:val="00FA69AB"/>
    <w:rsid w:val="00FB196F"/>
    <w:rsid w:val="00FB4C0F"/>
    <w:rsid w:val="00FB6342"/>
    <w:rsid w:val="00FB725D"/>
    <w:rsid w:val="00FC280A"/>
    <w:rsid w:val="00FC2A4F"/>
    <w:rsid w:val="00FC2E86"/>
    <w:rsid w:val="00FC6389"/>
    <w:rsid w:val="00FC661E"/>
    <w:rsid w:val="00FC7092"/>
    <w:rsid w:val="00FD2776"/>
    <w:rsid w:val="00FD2D86"/>
    <w:rsid w:val="00FD2EA2"/>
    <w:rsid w:val="00FD32B3"/>
    <w:rsid w:val="00FD39DE"/>
    <w:rsid w:val="00FD4435"/>
    <w:rsid w:val="00FD4743"/>
    <w:rsid w:val="00FD5789"/>
    <w:rsid w:val="00FD6982"/>
    <w:rsid w:val="00FE4333"/>
    <w:rsid w:val="00FE6AEC"/>
    <w:rsid w:val="00FF0629"/>
    <w:rsid w:val="00FF08AB"/>
    <w:rsid w:val="00FF13FD"/>
    <w:rsid w:val="00FF2404"/>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CE2878"/>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CE2878"/>
    <w:pPr>
      <w:tabs>
        <w:tab w:val="clear" w:pos="2041"/>
        <w:tab w:val="num" w:pos="2325"/>
      </w:tabs>
      <w:spacing w:after="40"/>
      <w:ind w:left="2325" w:hanging="284"/>
    </w:pPr>
  </w:style>
  <w:style w:type="paragraph" w:customStyle="1" w:styleId="Odstavec1-4a">
    <w:name w:val="_Odstavec_1-4_(a)"/>
    <w:basedOn w:val="Odstavec1-1a"/>
    <w:qFormat/>
    <w:rsid w:val="00CE2878"/>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CE2878"/>
    <w:pPr>
      <w:numPr>
        <w:numId w:val="0"/>
      </w:numPr>
      <w:tabs>
        <w:tab w:val="num" w:pos="2381"/>
      </w:tabs>
      <w:spacing w:after="80"/>
      <w:ind w:left="2381" w:hanging="340"/>
    </w:pPr>
    <w:rPr>
      <w:rFonts w:ascii="Verdana" w:hAnsi="Verdana"/>
    </w:rPr>
  </w:style>
  <w:style w:type="paragraph" w:customStyle="1" w:styleId="Default">
    <w:name w:val="Default"/>
    <w:rsid w:val="0007369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EABF7E9-4646-4044-86E6-77C197C30982}">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846</TotalTime>
  <Pages>1</Pages>
  <Words>17222</Words>
  <Characters>101613</Characters>
  <Application>Microsoft Office Word</Application>
  <DocSecurity>0</DocSecurity>
  <Lines>846</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178</cp:revision>
  <cp:lastPrinted>2023-03-22T09:19:00Z</cp:lastPrinted>
  <dcterms:created xsi:type="dcterms:W3CDTF">2022-08-12T12:17:00Z</dcterms:created>
  <dcterms:modified xsi:type="dcterms:W3CDTF">2023-03-22T09:19:00Z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